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140" w:rsidRDefault="00053140" w:rsidP="004B290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67"/>
      </w:tblGrid>
      <w:tr w:rsidR="00053140" w:rsidRPr="00F06D45" w:rsidTr="007E1185">
        <w:tc>
          <w:tcPr>
            <w:tcW w:w="9967" w:type="dxa"/>
          </w:tcPr>
          <w:p w:rsidR="00053140" w:rsidRPr="00F06D45" w:rsidRDefault="00053140" w:rsidP="007E1185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  <w:lang w:eastAsia="uk-UA"/>
              </w:rPr>
            </w:pPr>
            <w:r w:rsidRPr="00F06D45">
              <w:rPr>
                <w:rFonts w:ascii="Arial" w:hAnsi="Arial" w:cs="Arial"/>
                <w:b/>
                <w:bCs/>
                <w:iCs/>
                <w:sz w:val="28"/>
                <w:szCs w:val="28"/>
                <w:lang w:eastAsia="uk-UA"/>
              </w:rPr>
              <w:t xml:space="preserve">Графічна частина </w:t>
            </w:r>
          </w:p>
          <w:p w:rsidR="00053140" w:rsidRPr="00F06D45" w:rsidRDefault="00053140" w:rsidP="007E1185">
            <w:pPr>
              <w:spacing w:after="0" w:line="360" w:lineRule="auto"/>
              <w:jc w:val="center"/>
              <w:rPr>
                <w:rFonts w:ascii="Arial" w:hAnsi="Arial" w:cs="Arial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eastAsia="uk-UA"/>
              </w:rPr>
              <w:t>Вижницька міська об’єднана територіальна громада</w:t>
            </w:r>
          </w:p>
          <w:p w:rsidR="00053140" w:rsidRPr="00F06D45" w:rsidRDefault="00053140" w:rsidP="007E1185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  <w:lang w:eastAsia="uk-UA"/>
              </w:rPr>
            </w:pPr>
            <w:r w:rsidRPr="00F06D45">
              <w:rPr>
                <w:rFonts w:ascii="Arial" w:hAnsi="Arial" w:cs="Arial"/>
                <w:sz w:val="28"/>
                <w:szCs w:val="28"/>
                <w:lang w:eastAsia="uk-UA"/>
              </w:rPr>
              <w:t xml:space="preserve">Потенційний адміністративний центр </w:t>
            </w:r>
            <w:r>
              <w:rPr>
                <w:rFonts w:ascii="Arial" w:hAnsi="Arial" w:cs="Arial"/>
                <w:sz w:val="28"/>
                <w:szCs w:val="28"/>
                <w:lang w:eastAsia="uk-UA"/>
              </w:rPr>
              <w:t>–</w:t>
            </w:r>
            <w:r w:rsidRPr="00F06D45">
              <w:rPr>
                <w:rFonts w:ascii="Arial" w:hAnsi="Arial" w:cs="Arial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eastAsia="uk-UA"/>
              </w:rPr>
              <w:t>м. Вижниця</w:t>
            </w:r>
          </w:p>
        </w:tc>
      </w:tr>
      <w:tr w:rsidR="00053140" w:rsidRPr="00F06D45" w:rsidTr="00801B65">
        <w:trPr>
          <w:trHeight w:val="10152"/>
        </w:trPr>
        <w:tc>
          <w:tcPr>
            <w:tcW w:w="9967" w:type="dxa"/>
          </w:tcPr>
          <w:p w:rsidR="00053140" w:rsidRDefault="00053140" w:rsidP="007E1185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  <w:lang w:eastAsia="uk-UA"/>
              </w:rPr>
            </w:pPr>
            <w:r>
              <w:rPr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1" o:spid="_x0000_s1026" type="#_x0000_t75" style="position:absolute;left:0;text-align:left;margin-left:104.35pt;margin-top:18.45pt;width:369.8pt;height:440.25pt;z-index:-251659776;visibility:visible;mso-position-horizontal-relative:text;mso-position-vertical-relative:text" o:allowincell="f">
                  <v:imagedata r:id="rId5" o:title=""/>
                </v:shape>
              </w:pict>
            </w:r>
          </w:p>
          <w:p w:rsidR="00053140" w:rsidRPr="00F06D45" w:rsidRDefault="00053140" w:rsidP="007E1185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  <w:lang w:eastAsia="uk-UA"/>
              </w:rPr>
            </w:pPr>
          </w:p>
        </w:tc>
      </w:tr>
    </w:tbl>
    <w:p w:rsidR="00053140" w:rsidRDefault="00053140" w:rsidP="00513E8B"/>
    <w:p w:rsidR="00053140" w:rsidRDefault="00053140" w:rsidP="00312E8F">
      <w:pPr>
        <w:spacing w:after="0" w:line="360" w:lineRule="auto"/>
      </w:pPr>
    </w:p>
    <w:p w:rsidR="00053140" w:rsidRDefault="00053140" w:rsidP="00312E8F">
      <w:pPr>
        <w:spacing w:after="0" w:line="360" w:lineRule="auto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Pr="00F06D45" w:rsidRDefault="00053140" w:rsidP="00312E8F">
      <w:pPr>
        <w:spacing w:after="0" w:line="360" w:lineRule="auto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Pr="00DD334D" w:rsidRDefault="00053140" w:rsidP="00FE4E0B">
      <w:pPr>
        <w:spacing w:after="0"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:rsidR="00053140" w:rsidRPr="003E7CB7" w:rsidRDefault="00053140" w:rsidP="004B290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E7CB7">
        <w:rPr>
          <w:rFonts w:ascii="Arial" w:hAnsi="Arial" w:cs="Arial"/>
          <w:b/>
          <w:sz w:val="28"/>
          <w:szCs w:val="28"/>
        </w:rPr>
        <w:t>ПАСПОРТ</w:t>
      </w:r>
    </w:p>
    <w:p w:rsidR="00053140" w:rsidRPr="00065FBE" w:rsidRDefault="00053140" w:rsidP="004B2904">
      <w:pPr>
        <w:spacing w:after="0" w:line="240" w:lineRule="auto"/>
        <w:jc w:val="center"/>
        <w:rPr>
          <w:rFonts w:ascii="Arial" w:hAnsi="Arial" w:cs="Arial"/>
          <w:bCs/>
          <w:iCs/>
          <w:sz w:val="28"/>
          <w:szCs w:val="28"/>
          <w:lang w:eastAsia="uk-UA"/>
        </w:rPr>
      </w:pPr>
      <w:r>
        <w:rPr>
          <w:rFonts w:ascii="Arial" w:hAnsi="Arial" w:cs="Arial"/>
          <w:bCs/>
          <w:iCs/>
          <w:sz w:val="28"/>
          <w:szCs w:val="28"/>
          <w:lang w:eastAsia="uk-UA"/>
        </w:rPr>
        <w:t>Вижницької міської об’єднаної територіальної громади</w:t>
      </w: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Cs/>
          <w:iCs/>
          <w:sz w:val="28"/>
          <w:szCs w:val="28"/>
          <w:lang w:eastAsia="uk-UA"/>
        </w:rPr>
      </w:pPr>
      <w:r w:rsidRPr="00065FBE">
        <w:rPr>
          <w:rFonts w:ascii="Arial" w:hAnsi="Arial" w:cs="Arial"/>
          <w:bCs/>
          <w:iCs/>
          <w:sz w:val="28"/>
          <w:szCs w:val="28"/>
          <w:lang w:eastAsia="uk-UA"/>
        </w:rPr>
        <w:t>Потенційний адміністративний центр – м. Вижниця</w:t>
      </w:r>
    </w:p>
    <w:p w:rsidR="00053140" w:rsidRPr="00F06D45" w:rsidRDefault="00053140" w:rsidP="004B290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</w:p>
    <w:tbl>
      <w:tblPr>
        <w:tblW w:w="9735" w:type="dxa"/>
        <w:tblInd w:w="93" w:type="dxa"/>
        <w:tblLook w:val="00A0"/>
      </w:tblPr>
      <w:tblGrid>
        <w:gridCol w:w="438"/>
        <w:gridCol w:w="7515"/>
        <w:gridCol w:w="1782"/>
      </w:tblGrid>
      <w:tr w:rsidR="00053140" w:rsidRPr="00F06D45" w:rsidTr="00DF716A">
        <w:trPr>
          <w:trHeight w:val="78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Значення показника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Чисельність </w:t>
            </w:r>
            <w:r>
              <w:rPr>
                <w:rFonts w:ascii="Arial" w:hAnsi="Arial" w:cs="Arial"/>
                <w:sz w:val="24"/>
                <w:szCs w:val="24"/>
                <w:lang w:eastAsia="uk-UA"/>
              </w:rPr>
              <w:t>населення станом на 1 січня 2016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17087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 тому  числі  дітей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4591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дошкільного віку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2262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шкільного віку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47A1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2329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454A1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 w:eastAsia="uk-UA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uk-UA"/>
              </w:rPr>
              <w:t>10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Обсяг доходів (розрахунковий) спроможної територіальної громади, гривень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B6221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23 488 119,0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сформованих відповідно до статті 64 Бюджетного Кодексу України 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 w:eastAsia="uk-UA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uk-UA"/>
              </w:rPr>
              <w:t>18 183 599,0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бюджету розвитку 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924 177,0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базової дотації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B6221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4 380 343,0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реверсної дотації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Площа території спроможної територіальної громади кв. кілометрів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185,3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Кількість закладів, що утримуються за рахунок бюджетів органів місцевого самоврядування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67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І-ІІІ ступеня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6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І-ІІ ступеня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3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 ступеня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дошкільних навчальних закладів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7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позашкільної освіти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4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культури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33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фізичної культури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фельдшерсько-акушерських пунктів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8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а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мбулаторій</w:t>
            </w:r>
            <w:r>
              <w:rPr>
                <w:rFonts w:ascii="Arial" w:hAnsi="Arial" w:cs="Arial"/>
                <w:sz w:val="24"/>
                <w:szCs w:val="24"/>
                <w:lang w:eastAsia="uk-UA"/>
              </w:rPr>
              <w:t>,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 поліклінік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3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лікарень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станцій швидкої допомоги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Наявність приміщень для розміщення державних органів,  установ, що здійснюють повноваження щодо: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6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правоохоронної діяльності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реєстрації актів цивільного стану та майнових прав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пенсійного забезпечення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соціального захисту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пожежної безпеки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казначейського обслуговування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Н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аявність приміщень  для розміщення органів місцевого самоврядування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</w:tbl>
    <w:p w:rsidR="00053140" w:rsidRPr="00CE41E7" w:rsidRDefault="00053140" w:rsidP="004B2904">
      <w:pPr>
        <w:spacing w:after="0" w:line="240" w:lineRule="auto"/>
        <w:rPr>
          <w:rFonts w:ascii="Arial" w:hAnsi="Arial" w:cs="Arial"/>
          <w:sz w:val="24"/>
          <w:szCs w:val="24"/>
          <w:lang w:val="en-US" w:eastAsia="uk-UA"/>
        </w:rPr>
      </w:pPr>
    </w:p>
    <w:p w:rsidR="00053140" w:rsidRPr="00F06D45" w:rsidRDefault="00053140" w:rsidP="004B290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  <w:r w:rsidRPr="00F06D45">
        <w:rPr>
          <w:rFonts w:ascii="Arial" w:hAnsi="Arial" w:cs="Arial"/>
          <w:sz w:val="24"/>
          <w:szCs w:val="24"/>
          <w:lang w:eastAsia="uk-UA"/>
        </w:rPr>
        <w:t>Відомості про територіальні громади, що увійдуть до складу спроможної територіальної громади</w:t>
      </w:r>
    </w:p>
    <w:p w:rsidR="00053140" w:rsidRPr="00F06D45" w:rsidRDefault="00053140" w:rsidP="004B290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59"/>
        <w:gridCol w:w="4536"/>
        <w:gridCol w:w="1417"/>
        <w:gridCol w:w="1701"/>
      </w:tblGrid>
      <w:tr w:rsidR="00053140" w:rsidRPr="00F06D45" w:rsidTr="00DF716A">
        <w:tc>
          <w:tcPr>
            <w:tcW w:w="534" w:type="dxa"/>
          </w:tcPr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№</w:t>
            </w:r>
          </w:p>
        </w:tc>
        <w:tc>
          <w:tcPr>
            <w:tcW w:w="1559" w:type="dxa"/>
          </w:tcPr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Код КОАТУУ</w:t>
            </w:r>
          </w:p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Населеного пункту</w:t>
            </w:r>
          </w:p>
        </w:tc>
        <w:tc>
          <w:tcPr>
            <w:tcW w:w="4536" w:type="dxa"/>
          </w:tcPr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Найменування територіальних громад та населених пунктів, що входять до  їх складу. Із зазначенням адміністративного статусу</w:t>
            </w:r>
          </w:p>
        </w:tc>
        <w:tc>
          <w:tcPr>
            <w:tcW w:w="1417" w:type="dxa"/>
          </w:tcPr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Чисельніс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ть населення станом на 1.01.2016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р.</w:t>
            </w:r>
          </w:p>
        </w:tc>
        <w:tc>
          <w:tcPr>
            <w:tcW w:w="1701" w:type="dxa"/>
          </w:tcPr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>
              <w:rPr>
                <w:rFonts w:ascii="Arial" w:hAnsi="Arial" w:cs="Arial"/>
                <w:sz w:val="20"/>
                <w:szCs w:val="20"/>
                <w:lang w:eastAsia="uk-UA"/>
              </w:rPr>
              <w:t>Відстань до  адмін.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 xml:space="preserve"> центру 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СТГ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, кілометрів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5B295B" w:rsidRDefault="00053140" w:rsidP="00DF716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295B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3140" w:rsidRPr="00641A23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C3C73">
              <w:rPr>
                <w:rFonts w:ascii="Arial" w:hAnsi="Arial" w:cs="Arial"/>
                <w:sz w:val="24"/>
                <w:szCs w:val="24"/>
              </w:rPr>
              <w:t>7320510100</w:t>
            </w:r>
          </w:p>
        </w:tc>
        <w:tc>
          <w:tcPr>
            <w:tcW w:w="4536" w:type="dxa"/>
          </w:tcPr>
          <w:p w:rsidR="00053140" w:rsidRPr="005C3C73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5C3C73">
              <w:rPr>
                <w:rFonts w:ascii="Arial" w:hAnsi="Arial" w:cs="Arial"/>
                <w:color w:val="000000"/>
                <w:lang w:val="uk-UA"/>
              </w:rPr>
              <w:t xml:space="preserve">Вижницька міська рада 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5C3C73">
              <w:rPr>
                <w:rFonts w:ascii="Arial" w:hAnsi="Arial" w:cs="Arial"/>
                <w:color w:val="000000"/>
                <w:lang w:val="uk-UA"/>
              </w:rPr>
              <w:t>м. Вижниця</w:t>
            </w:r>
          </w:p>
        </w:tc>
        <w:tc>
          <w:tcPr>
            <w:tcW w:w="1417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5C3C73">
              <w:rPr>
                <w:rFonts w:ascii="Arial" w:hAnsi="Arial" w:cs="Arial"/>
                <w:color w:val="000000"/>
                <w:lang w:val="uk-UA"/>
              </w:rPr>
              <w:t>406</w:t>
            </w:r>
            <w:r>
              <w:rPr>
                <w:rFonts w:ascii="Arial" w:hAnsi="Arial" w:cs="Arial"/>
                <w:color w:val="000000"/>
                <w:lang w:val="uk-UA"/>
              </w:rPr>
              <w:t>8</w:t>
            </w:r>
          </w:p>
        </w:tc>
        <w:tc>
          <w:tcPr>
            <w:tcW w:w="1701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</w:p>
          <w:p w:rsidR="00053140" w:rsidRPr="00653BEC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-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5B295B" w:rsidRDefault="00053140" w:rsidP="00DF716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295B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53140" w:rsidRPr="00641A23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5D84">
              <w:rPr>
                <w:rFonts w:ascii="Arial" w:hAnsi="Arial" w:cs="Arial"/>
                <w:sz w:val="24"/>
                <w:szCs w:val="24"/>
              </w:rPr>
              <w:t>732058100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53140" w:rsidRPr="005C3C73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5C3C73">
              <w:rPr>
                <w:rFonts w:ascii="Arial" w:hAnsi="Arial" w:cs="Arial"/>
                <w:color w:val="000000"/>
                <w:lang w:val="uk-UA"/>
              </w:rPr>
              <w:t xml:space="preserve">Виженська сільська рада 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5C3C73">
              <w:rPr>
                <w:rFonts w:ascii="Arial" w:hAnsi="Arial" w:cs="Arial"/>
                <w:color w:val="000000"/>
                <w:lang w:val="uk-UA"/>
              </w:rPr>
              <w:t>с. Виженка</w:t>
            </w:r>
          </w:p>
        </w:tc>
        <w:tc>
          <w:tcPr>
            <w:tcW w:w="1417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5C3C73">
              <w:rPr>
                <w:rFonts w:ascii="Arial" w:hAnsi="Arial" w:cs="Arial"/>
                <w:color w:val="000000"/>
                <w:lang w:val="uk-UA"/>
              </w:rPr>
              <w:t>1262</w:t>
            </w:r>
          </w:p>
        </w:tc>
        <w:tc>
          <w:tcPr>
            <w:tcW w:w="1701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3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</w:p>
        </w:tc>
      </w:tr>
      <w:tr w:rsidR="00053140" w:rsidRPr="00F06D45" w:rsidTr="00DF716A">
        <w:tc>
          <w:tcPr>
            <w:tcW w:w="534" w:type="dxa"/>
          </w:tcPr>
          <w:p w:rsidR="00053140" w:rsidRPr="005B295B" w:rsidRDefault="00053140" w:rsidP="00DF716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295B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53140" w:rsidRPr="00774D49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5FBE">
              <w:rPr>
                <w:rFonts w:ascii="Arial" w:hAnsi="Arial" w:cs="Arial"/>
                <w:sz w:val="24"/>
                <w:szCs w:val="24"/>
              </w:rPr>
              <w:t>7320580301</w:t>
            </w:r>
          </w:p>
        </w:tc>
        <w:tc>
          <w:tcPr>
            <w:tcW w:w="4536" w:type="dxa"/>
          </w:tcPr>
          <w:p w:rsidR="00053140" w:rsidRPr="00065FBE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065FBE">
              <w:rPr>
                <w:rFonts w:ascii="Arial" w:hAnsi="Arial" w:cs="Arial"/>
                <w:color w:val="000000"/>
                <w:lang w:val="uk-UA"/>
              </w:rPr>
              <w:t xml:space="preserve">Багнянська сільська рада </w:t>
            </w:r>
          </w:p>
          <w:p w:rsidR="00053140" w:rsidRPr="00774D49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065FBE">
              <w:rPr>
                <w:rFonts w:ascii="Arial" w:hAnsi="Arial" w:cs="Arial"/>
                <w:color w:val="000000"/>
                <w:lang w:val="uk-UA"/>
              </w:rPr>
              <w:t>с. Багна</w:t>
            </w:r>
          </w:p>
        </w:tc>
        <w:tc>
          <w:tcPr>
            <w:tcW w:w="1417" w:type="dxa"/>
          </w:tcPr>
          <w:p w:rsidR="00053140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065FBE">
              <w:rPr>
                <w:rFonts w:ascii="Arial" w:hAnsi="Arial" w:cs="Arial"/>
                <w:color w:val="000000"/>
                <w:lang w:val="uk-UA"/>
              </w:rPr>
              <w:t>957</w:t>
            </w:r>
          </w:p>
        </w:tc>
        <w:tc>
          <w:tcPr>
            <w:tcW w:w="1701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3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5B295B" w:rsidRDefault="00053140" w:rsidP="00DF716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295B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53140" w:rsidRPr="00774D49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5FBE">
              <w:rPr>
                <w:rFonts w:ascii="Arial" w:hAnsi="Arial" w:cs="Arial"/>
                <w:sz w:val="24"/>
                <w:szCs w:val="24"/>
              </w:rPr>
              <w:t>7320584500</w:t>
            </w:r>
          </w:p>
        </w:tc>
        <w:tc>
          <w:tcPr>
            <w:tcW w:w="4536" w:type="dxa"/>
          </w:tcPr>
          <w:p w:rsidR="00053140" w:rsidRPr="00165D84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 xml:space="preserve">Міліївська сільська рада </w:t>
            </w:r>
          </w:p>
          <w:p w:rsidR="00053140" w:rsidRPr="00165D84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с.</w:t>
            </w:r>
            <w:r w:rsidRPr="00165D84">
              <w:rPr>
                <w:rFonts w:ascii="Arial" w:hAnsi="Arial" w:cs="Arial"/>
                <w:color w:val="000000"/>
                <w:lang w:val="uk-UA"/>
              </w:rPr>
              <w:t xml:space="preserve"> Мілієве</w:t>
            </w:r>
          </w:p>
          <w:p w:rsidR="00053140" w:rsidRPr="00165D84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>с</w:t>
            </w:r>
            <w:r>
              <w:rPr>
                <w:rFonts w:ascii="Arial" w:hAnsi="Arial" w:cs="Arial"/>
                <w:color w:val="000000"/>
                <w:lang w:val="uk-UA"/>
              </w:rPr>
              <w:t>.</w:t>
            </w:r>
            <w:r w:rsidRPr="00165D84">
              <w:rPr>
                <w:rFonts w:ascii="Arial" w:hAnsi="Arial" w:cs="Arial"/>
                <w:color w:val="000000"/>
                <w:lang w:val="uk-UA"/>
              </w:rPr>
              <w:t xml:space="preserve"> Кибаки</w:t>
            </w:r>
          </w:p>
          <w:p w:rsidR="00053140" w:rsidRPr="00774D49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>с</w:t>
            </w:r>
            <w:r>
              <w:rPr>
                <w:rFonts w:ascii="Arial" w:hAnsi="Arial" w:cs="Arial"/>
                <w:color w:val="000000"/>
                <w:lang w:val="uk-UA"/>
              </w:rPr>
              <w:t>.</w:t>
            </w:r>
            <w:r w:rsidRPr="00165D84">
              <w:rPr>
                <w:rFonts w:ascii="Arial" w:hAnsi="Arial" w:cs="Arial"/>
                <w:color w:val="000000"/>
                <w:lang w:val="uk-UA"/>
              </w:rPr>
              <w:t xml:space="preserve"> Середній Майдан</w:t>
            </w:r>
          </w:p>
        </w:tc>
        <w:tc>
          <w:tcPr>
            <w:tcW w:w="1417" w:type="dxa"/>
          </w:tcPr>
          <w:p w:rsidR="00053140" w:rsidRPr="00165D84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>2705</w:t>
            </w:r>
          </w:p>
          <w:p w:rsidR="00053140" w:rsidRPr="00165D84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>1953</w:t>
            </w:r>
          </w:p>
          <w:p w:rsidR="00053140" w:rsidRPr="00165D84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>569</w:t>
            </w:r>
          </w:p>
          <w:p w:rsidR="00053140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>183</w:t>
            </w:r>
          </w:p>
        </w:tc>
        <w:tc>
          <w:tcPr>
            <w:tcW w:w="1701" w:type="dxa"/>
          </w:tcPr>
          <w:p w:rsidR="00053140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</w:p>
          <w:p w:rsidR="00053140" w:rsidRPr="00165D84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>12</w:t>
            </w:r>
          </w:p>
          <w:p w:rsidR="00053140" w:rsidRPr="00165D84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>15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>18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5B295B" w:rsidRDefault="00053140" w:rsidP="00DF716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295B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53140" w:rsidRPr="00774D49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5FBE">
              <w:rPr>
                <w:rFonts w:ascii="Arial" w:hAnsi="Arial" w:cs="Arial"/>
                <w:sz w:val="24"/>
                <w:szCs w:val="24"/>
              </w:rPr>
              <w:t>732058600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53140" w:rsidRPr="00165D84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 xml:space="preserve">Чорногузівська сільська рада </w:t>
            </w:r>
          </w:p>
          <w:p w:rsidR="00053140" w:rsidRPr="00774D49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с.</w:t>
            </w:r>
            <w:r w:rsidRPr="00165D84">
              <w:rPr>
                <w:rFonts w:ascii="Arial" w:hAnsi="Arial" w:cs="Arial"/>
                <w:color w:val="000000"/>
                <w:lang w:val="uk-UA"/>
              </w:rPr>
              <w:t xml:space="preserve"> Чорногузи</w:t>
            </w:r>
          </w:p>
        </w:tc>
        <w:tc>
          <w:tcPr>
            <w:tcW w:w="1417" w:type="dxa"/>
          </w:tcPr>
          <w:p w:rsidR="00053140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>2656</w:t>
            </w:r>
          </w:p>
        </w:tc>
        <w:tc>
          <w:tcPr>
            <w:tcW w:w="1701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3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5B295B" w:rsidRDefault="00053140" w:rsidP="00DF716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295B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53140" w:rsidRPr="00774D49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5FBE">
              <w:rPr>
                <w:rFonts w:ascii="Arial" w:hAnsi="Arial" w:cs="Arial"/>
                <w:sz w:val="24"/>
                <w:szCs w:val="24"/>
              </w:rPr>
              <w:t>7320585501</w:t>
            </w:r>
          </w:p>
        </w:tc>
        <w:tc>
          <w:tcPr>
            <w:tcW w:w="4536" w:type="dxa"/>
          </w:tcPr>
          <w:p w:rsidR="00053140" w:rsidRPr="00165D84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 xml:space="preserve">Черешенська сільська рада </w:t>
            </w:r>
          </w:p>
          <w:p w:rsidR="00053140" w:rsidRPr="00774D49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с.</w:t>
            </w:r>
            <w:r w:rsidRPr="00165D84">
              <w:rPr>
                <w:rFonts w:ascii="Arial" w:hAnsi="Arial" w:cs="Arial"/>
                <w:color w:val="000000"/>
                <w:lang w:val="uk-UA"/>
              </w:rPr>
              <w:t xml:space="preserve"> Черешенька</w:t>
            </w:r>
          </w:p>
        </w:tc>
        <w:tc>
          <w:tcPr>
            <w:tcW w:w="1417" w:type="dxa"/>
          </w:tcPr>
          <w:p w:rsidR="00053140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>1023</w:t>
            </w:r>
          </w:p>
        </w:tc>
        <w:tc>
          <w:tcPr>
            <w:tcW w:w="1701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6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5B295B" w:rsidRDefault="00053140" w:rsidP="00DF716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295B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53140" w:rsidRPr="00774D49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5FBE">
              <w:rPr>
                <w:rFonts w:ascii="Arial" w:hAnsi="Arial" w:cs="Arial"/>
                <w:sz w:val="24"/>
                <w:szCs w:val="24"/>
              </w:rPr>
              <w:t>7320582500</w:t>
            </w:r>
          </w:p>
        </w:tc>
        <w:tc>
          <w:tcPr>
            <w:tcW w:w="4536" w:type="dxa"/>
          </w:tcPr>
          <w:p w:rsidR="00053140" w:rsidRPr="00165D84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 xml:space="preserve">Іспаська сільська рада </w:t>
            </w:r>
          </w:p>
          <w:p w:rsidR="00053140" w:rsidRPr="00165D84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с.</w:t>
            </w:r>
            <w:r w:rsidRPr="00165D84">
              <w:rPr>
                <w:rFonts w:ascii="Arial" w:hAnsi="Arial" w:cs="Arial"/>
                <w:color w:val="000000"/>
                <w:lang w:val="uk-UA"/>
              </w:rPr>
              <w:t xml:space="preserve"> Іспас</w:t>
            </w:r>
          </w:p>
          <w:p w:rsidR="00053140" w:rsidRPr="00774D49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с.</w:t>
            </w:r>
            <w:r w:rsidRPr="00165D84">
              <w:rPr>
                <w:rFonts w:ascii="Arial" w:hAnsi="Arial" w:cs="Arial"/>
                <w:color w:val="000000"/>
                <w:lang w:val="uk-UA"/>
              </w:rPr>
              <w:t xml:space="preserve"> Майдан</w:t>
            </w:r>
          </w:p>
        </w:tc>
        <w:tc>
          <w:tcPr>
            <w:tcW w:w="1417" w:type="dxa"/>
          </w:tcPr>
          <w:p w:rsidR="00053140" w:rsidRPr="00165D84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>4416</w:t>
            </w:r>
          </w:p>
          <w:p w:rsidR="00053140" w:rsidRPr="00165D84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>4215</w:t>
            </w:r>
          </w:p>
          <w:p w:rsidR="00053140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>201</w:t>
            </w:r>
          </w:p>
        </w:tc>
        <w:tc>
          <w:tcPr>
            <w:tcW w:w="1701" w:type="dxa"/>
          </w:tcPr>
          <w:p w:rsidR="00053140" w:rsidRPr="00165D84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>7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5D84">
              <w:rPr>
                <w:rFonts w:ascii="Arial" w:hAnsi="Arial" w:cs="Arial"/>
                <w:color w:val="000000"/>
                <w:lang w:val="uk-UA"/>
              </w:rPr>
              <w:t>13</w:t>
            </w:r>
          </w:p>
        </w:tc>
      </w:tr>
    </w:tbl>
    <w:p w:rsidR="00053140" w:rsidRDefault="00053140" w:rsidP="004B2904">
      <w:pPr>
        <w:spacing w:after="0"/>
      </w:pPr>
    </w:p>
    <w:p w:rsidR="00053140" w:rsidRDefault="00053140" w:rsidP="004B2904">
      <w:pPr>
        <w:spacing w:after="0"/>
      </w:pPr>
    </w:p>
    <w:p w:rsidR="00053140" w:rsidRPr="003E7CB7" w:rsidRDefault="00053140" w:rsidP="004B2904">
      <w:pPr>
        <w:spacing w:after="0"/>
      </w:pPr>
    </w:p>
    <w:p w:rsidR="00053140" w:rsidRDefault="00053140" w:rsidP="004B2904">
      <w:pPr>
        <w:spacing w:after="0"/>
      </w:pPr>
    </w:p>
    <w:p w:rsidR="00053140" w:rsidRDefault="00053140" w:rsidP="00513E8B"/>
    <w:p w:rsidR="00053140" w:rsidRDefault="00053140" w:rsidP="00513E8B"/>
    <w:p w:rsidR="00053140" w:rsidRDefault="00053140" w:rsidP="00513E8B"/>
    <w:p w:rsidR="00053140" w:rsidRDefault="00053140" w:rsidP="00513E8B"/>
    <w:p w:rsidR="00053140" w:rsidRDefault="00053140" w:rsidP="00513E8B"/>
    <w:p w:rsidR="00053140" w:rsidRDefault="00053140" w:rsidP="00513E8B"/>
    <w:p w:rsidR="00053140" w:rsidRDefault="00053140" w:rsidP="00513E8B"/>
    <w:p w:rsidR="00053140" w:rsidRDefault="00053140" w:rsidP="00513E8B"/>
    <w:p w:rsidR="00053140" w:rsidRDefault="00053140" w:rsidP="00513E8B"/>
    <w:p w:rsidR="00053140" w:rsidRDefault="00053140" w:rsidP="00513E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67"/>
      </w:tblGrid>
      <w:tr w:rsidR="00053140" w:rsidRPr="00F06D45" w:rsidTr="007E1185">
        <w:tc>
          <w:tcPr>
            <w:tcW w:w="9967" w:type="dxa"/>
          </w:tcPr>
          <w:p w:rsidR="00053140" w:rsidRPr="00F06D45" w:rsidRDefault="00053140" w:rsidP="007E1185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  <w:lang w:eastAsia="uk-UA"/>
              </w:rPr>
            </w:pPr>
            <w:r w:rsidRPr="00F06D45">
              <w:rPr>
                <w:rFonts w:ascii="Arial" w:hAnsi="Arial" w:cs="Arial"/>
                <w:b/>
                <w:bCs/>
                <w:iCs/>
                <w:sz w:val="28"/>
                <w:szCs w:val="28"/>
                <w:lang w:eastAsia="uk-UA"/>
              </w:rPr>
              <w:t xml:space="preserve">Графічна частина </w:t>
            </w:r>
          </w:p>
          <w:p w:rsidR="00053140" w:rsidRPr="00F06D45" w:rsidRDefault="00053140" w:rsidP="007E1185">
            <w:pPr>
              <w:spacing w:after="0" w:line="360" w:lineRule="auto"/>
              <w:jc w:val="center"/>
              <w:rPr>
                <w:rFonts w:ascii="Arial" w:hAnsi="Arial" w:cs="Arial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eastAsia="uk-UA"/>
              </w:rPr>
              <w:t>Вашківецька міська об’єднана територіальна громада</w:t>
            </w:r>
          </w:p>
          <w:p w:rsidR="00053140" w:rsidRPr="00F06D45" w:rsidRDefault="00053140" w:rsidP="007E1185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  <w:lang w:eastAsia="uk-UA"/>
              </w:rPr>
            </w:pPr>
            <w:r w:rsidRPr="00F06D45">
              <w:rPr>
                <w:rFonts w:ascii="Arial" w:hAnsi="Arial" w:cs="Arial"/>
                <w:sz w:val="28"/>
                <w:szCs w:val="28"/>
                <w:lang w:eastAsia="uk-UA"/>
              </w:rPr>
              <w:t xml:space="preserve">Потенційний адміністративний центр </w:t>
            </w:r>
            <w:r>
              <w:rPr>
                <w:rFonts w:ascii="Arial" w:hAnsi="Arial" w:cs="Arial"/>
                <w:sz w:val="28"/>
                <w:szCs w:val="28"/>
                <w:lang w:eastAsia="uk-UA"/>
              </w:rPr>
              <w:t>–</w:t>
            </w:r>
            <w:r w:rsidRPr="00F06D45">
              <w:rPr>
                <w:rFonts w:ascii="Arial" w:hAnsi="Arial" w:cs="Arial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eastAsia="uk-UA"/>
              </w:rPr>
              <w:t>м. Вашківці</w:t>
            </w:r>
          </w:p>
        </w:tc>
      </w:tr>
      <w:tr w:rsidR="00053140" w:rsidRPr="00F06D45" w:rsidTr="00801B65">
        <w:trPr>
          <w:trHeight w:val="8876"/>
        </w:trPr>
        <w:tc>
          <w:tcPr>
            <w:tcW w:w="9967" w:type="dxa"/>
          </w:tcPr>
          <w:p w:rsidR="00053140" w:rsidRPr="00F06D45" w:rsidRDefault="00053140" w:rsidP="007E1185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  <w:lang w:eastAsia="uk-UA"/>
              </w:rPr>
            </w:pPr>
            <w:r>
              <w:rPr>
                <w:noProof/>
                <w:lang w:val="en-US"/>
              </w:rPr>
              <w:pict>
                <v:shape id="Рисунок 32" o:spid="_x0000_s1027" type="#_x0000_t75" style="position:absolute;left:0;text-align:left;margin-left:89.3pt;margin-top:11.95pt;width:301.3pt;height:403.15pt;z-index:-251658752;visibility:visible;mso-position-horizontal-relative:text;mso-position-vertical-relative:text" o:allowincell="f">
                  <v:imagedata r:id="rId6" o:title=""/>
                </v:shape>
              </w:pict>
            </w:r>
          </w:p>
          <w:p w:rsidR="00053140" w:rsidRPr="00F06D45" w:rsidRDefault="00053140" w:rsidP="007E1185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  <w:lang w:eastAsia="uk-UA"/>
              </w:rPr>
            </w:pPr>
          </w:p>
          <w:p w:rsidR="00053140" w:rsidRPr="00F06D45" w:rsidRDefault="00053140" w:rsidP="007E1185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  <w:lang w:eastAsia="uk-UA"/>
              </w:rPr>
            </w:pPr>
          </w:p>
          <w:p w:rsidR="00053140" w:rsidRPr="00F06D45" w:rsidRDefault="00053140" w:rsidP="007E1185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  <w:lang w:eastAsia="uk-UA"/>
              </w:rPr>
            </w:pPr>
          </w:p>
        </w:tc>
      </w:tr>
    </w:tbl>
    <w:p w:rsidR="00053140" w:rsidRPr="00F06D45" w:rsidRDefault="00053140" w:rsidP="00312E8F">
      <w:pPr>
        <w:spacing w:after="0" w:line="36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Pr="00F06D45" w:rsidRDefault="00053140" w:rsidP="00312E8F">
      <w:pPr>
        <w:spacing w:after="0" w:line="36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Pr="00F06D45" w:rsidRDefault="00053140" w:rsidP="00312E8F">
      <w:pPr>
        <w:spacing w:after="0" w:line="36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Pr="00F06D45" w:rsidRDefault="00053140" w:rsidP="00312E8F">
      <w:pPr>
        <w:spacing w:after="0" w:line="36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Pr="00F06D45" w:rsidRDefault="00053140" w:rsidP="00312E8F">
      <w:pPr>
        <w:spacing w:after="0" w:line="36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312E8F">
      <w:pPr>
        <w:spacing w:after="0" w:line="36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Pr="00F06D45" w:rsidRDefault="00053140" w:rsidP="00312E8F">
      <w:pPr>
        <w:spacing w:after="0" w:line="36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Pr="00DD334D" w:rsidRDefault="00053140" w:rsidP="00801B65">
      <w:pPr>
        <w:spacing w:after="0" w:line="360" w:lineRule="auto"/>
        <w:rPr>
          <w:rFonts w:ascii="Arial" w:hAnsi="Arial" w:cs="Arial"/>
          <w:b/>
          <w:bCs/>
          <w:iCs/>
          <w:sz w:val="28"/>
          <w:szCs w:val="28"/>
          <w:lang w:val="ru-RU" w:eastAsia="uk-UA"/>
        </w:rPr>
      </w:pPr>
    </w:p>
    <w:p w:rsidR="00053140" w:rsidRPr="003E7CB7" w:rsidRDefault="00053140" w:rsidP="004B290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E7CB7">
        <w:rPr>
          <w:rFonts w:ascii="Arial" w:hAnsi="Arial" w:cs="Arial"/>
          <w:b/>
          <w:sz w:val="28"/>
          <w:szCs w:val="28"/>
        </w:rPr>
        <w:t>ПАСПОРТ</w:t>
      </w:r>
    </w:p>
    <w:p w:rsidR="00053140" w:rsidRPr="00D82816" w:rsidRDefault="00053140" w:rsidP="004B2904">
      <w:pPr>
        <w:spacing w:after="0" w:line="240" w:lineRule="auto"/>
        <w:jc w:val="center"/>
        <w:rPr>
          <w:rFonts w:ascii="Arial" w:hAnsi="Arial" w:cs="Arial"/>
          <w:bCs/>
          <w:iCs/>
          <w:sz w:val="28"/>
          <w:szCs w:val="28"/>
          <w:lang w:eastAsia="uk-UA"/>
        </w:rPr>
      </w:pPr>
      <w:r>
        <w:rPr>
          <w:rFonts w:ascii="Arial" w:hAnsi="Arial" w:cs="Arial"/>
          <w:bCs/>
          <w:iCs/>
          <w:sz w:val="28"/>
          <w:szCs w:val="28"/>
          <w:lang w:eastAsia="uk-UA"/>
        </w:rPr>
        <w:t>Вашківецької міської об’єднаної територіальної громади</w:t>
      </w: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Cs/>
          <w:iCs/>
          <w:sz w:val="28"/>
          <w:szCs w:val="28"/>
          <w:lang w:eastAsia="uk-UA"/>
        </w:rPr>
      </w:pPr>
      <w:r w:rsidRPr="00D82816">
        <w:rPr>
          <w:rFonts w:ascii="Arial" w:hAnsi="Arial" w:cs="Arial"/>
          <w:bCs/>
          <w:iCs/>
          <w:sz w:val="28"/>
          <w:szCs w:val="28"/>
          <w:lang w:eastAsia="uk-UA"/>
        </w:rPr>
        <w:t>Потенційний адміністративний центр – м. Вашківці</w:t>
      </w:r>
    </w:p>
    <w:p w:rsidR="00053140" w:rsidRPr="00F06D45" w:rsidRDefault="00053140" w:rsidP="004B290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</w:p>
    <w:tbl>
      <w:tblPr>
        <w:tblW w:w="9937" w:type="dxa"/>
        <w:tblInd w:w="93" w:type="dxa"/>
        <w:tblLook w:val="00A0"/>
      </w:tblPr>
      <w:tblGrid>
        <w:gridCol w:w="438"/>
        <w:gridCol w:w="7515"/>
        <w:gridCol w:w="1984"/>
      </w:tblGrid>
      <w:tr w:rsidR="00053140" w:rsidRPr="00F06D45" w:rsidTr="00DF716A">
        <w:trPr>
          <w:trHeight w:val="78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Значення показника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Чисельність </w:t>
            </w:r>
            <w:r>
              <w:rPr>
                <w:rFonts w:ascii="Arial" w:hAnsi="Arial" w:cs="Arial"/>
                <w:sz w:val="24"/>
                <w:szCs w:val="24"/>
                <w:lang w:eastAsia="uk-UA"/>
              </w:rPr>
              <w:t>населення станом на 1 січня 2016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11598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 тому  числі  дітей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2689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дошкільного віку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1258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шкільного віку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 xml:space="preserve">          1431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454A1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 w:eastAsia="uk-UA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uk-UA"/>
              </w:rPr>
              <w:t>6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Обсяг доходів (розрахунковий) спроможної територіальної громади, гривень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B6221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11 929 346,0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сформованих відповідно до статті 64 Бюджетного Кодексу України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 w:eastAsia="uk-UA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uk-UA"/>
              </w:rPr>
              <w:t>6 642 500,0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бюджету розвитку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284 530,0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базової дотації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B6221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5 002 316,0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реверсної дотації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Площа території спроможної територіальної громади кв. кілометрів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136,2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Кількість закладів, що утримуються за рахунок бюджетів органів місцевого самоврядування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34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І-ІІІ ступеня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4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І-ІІ ступеня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3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 ступеня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дошкільних навчальних закладів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4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позашкільної освіти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культури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17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фізичної культури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фельдшерсько-акушерських пунктів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а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мбулаторій</w:t>
            </w:r>
            <w:r>
              <w:rPr>
                <w:rFonts w:ascii="Arial" w:hAnsi="Arial" w:cs="Arial"/>
                <w:sz w:val="24"/>
                <w:szCs w:val="24"/>
                <w:lang w:eastAsia="uk-UA"/>
              </w:rPr>
              <w:t>,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 поліклінік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лікарень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станцій швидкої допомоги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Наявність приміщень для розміщення державних органів,  установ, що здійснюють повноваження щодо: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6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правоохоронної діяльності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реєстрації актів цивільного стану та майнових прав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пенсійного забезпечення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соціального захисту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пожежної безпеки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казначейського обслуговування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Н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аявність приміщень  для розміщення органів місцевого самоврядування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</w:tbl>
    <w:p w:rsidR="00053140" w:rsidRPr="00CE41E7" w:rsidRDefault="00053140" w:rsidP="004B2904">
      <w:pPr>
        <w:spacing w:after="0" w:line="240" w:lineRule="auto"/>
        <w:rPr>
          <w:rFonts w:ascii="Arial" w:hAnsi="Arial" w:cs="Arial"/>
          <w:sz w:val="24"/>
          <w:szCs w:val="24"/>
          <w:lang w:val="en-US" w:eastAsia="uk-UA"/>
        </w:rPr>
      </w:pPr>
    </w:p>
    <w:p w:rsidR="00053140" w:rsidRPr="00F06D45" w:rsidRDefault="00053140" w:rsidP="004B290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  <w:r w:rsidRPr="00F06D45">
        <w:rPr>
          <w:rFonts w:ascii="Arial" w:hAnsi="Arial" w:cs="Arial"/>
          <w:sz w:val="24"/>
          <w:szCs w:val="24"/>
          <w:lang w:eastAsia="uk-UA"/>
        </w:rPr>
        <w:t>Відомості про територіальні громади, що увійдуть до складу спроможної територіальної громади</w:t>
      </w:r>
    </w:p>
    <w:p w:rsidR="00053140" w:rsidRPr="00F06D45" w:rsidRDefault="00053140" w:rsidP="004B290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59"/>
        <w:gridCol w:w="4536"/>
        <w:gridCol w:w="1417"/>
        <w:gridCol w:w="1701"/>
      </w:tblGrid>
      <w:tr w:rsidR="00053140" w:rsidRPr="00F06D45" w:rsidTr="00DF716A">
        <w:tc>
          <w:tcPr>
            <w:tcW w:w="534" w:type="dxa"/>
          </w:tcPr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№</w:t>
            </w:r>
          </w:p>
        </w:tc>
        <w:tc>
          <w:tcPr>
            <w:tcW w:w="1559" w:type="dxa"/>
          </w:tcPr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Код КОАТУУ</w:t>
            </w:r>
          </w:p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Населеного пункту</w:t>
            </w:r>
          </w:p>
        </w:tc>
        <w:tc>
          <w:tcPr>
            <w:tcW w:w="4536" w:type="dxa"/>
          </w:tcPr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Найменування територіальних громад та населених пунктів, що входять до  їх складу. Із зазначенням адміністративного статусу</w:t>
            </w:r>
          </w:p>
        </w:tc>
        <w:tc>
          <w:tcPr>
            <w:tcW w:w="1417" w:type="dxa"/>
          </w:tcPr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Чисельніс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ть населення станом на 1.01.2016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р.</w:t>
            </w:r>
          </w:p>
        </w:tc>
        <w:tc>
          <w:tcPr>
            <w:tcW w:w="1701" w:type="dxa"/>
          </w:tcPr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>
              <w:rPr>
                <w:rFonts w:ascii="Arial" w:hAnsi="Arial" w:cs="Arial"/>
                <w:sz w:val="20"/>
                <w:szCs w:val="20"/>
                <w:lang w:eastAsia="uk-UA"/>
              </w:rPr>
              <w:t>Відстань до  адмін.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 xml:space="preserve"> центру 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СТГ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, кілометрів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4B2904" w:rsidRDefault="00053140" w:rsidP="00DF716A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2904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3140" w:rsidRPr="00641A23" w:rsidRDefault="00053140" w:rsidP="00DF71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91A44">
              <w:rPr>
                <w:rFonts w:ascii="Arial" w:hAnsi="Arial" w:cs="Arial"/>
                <w:sz w:val="24"/>
                <w:szCs w:val="24"/>
              </w:rPr>
              <w:t>7320510400</w:t>
            </w:r>
          </w:p>
        </w:tc>
        <w:tc>
          <w:tcPr>
            <w:tcW w:w="4536" w:type="dxa"/>
          </w:tcPr>
          <w:p w:rsidR="00053140" w:rsidRPr="00391A44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 xml:space="preserve">Вашківецька міська рада </w:t>
            </w:r>
          </w:p>
          <w:p w:rsidR="00053140" w:rsidRPr="00391A44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>м. Вашківці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>с. Волока</w:t>
            </w:r>
          </w:p>
        </w:tc>
        <w:tc>
          <w:tcPr>
            <w:tcW w:w="1417" w:type="dxa"/>
          </w:tcPr>
          <w:p w:rsidR="00053140" w:rsidRPr="00391A44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>5889</w:t>
            </w:r>
          </w:p>
          <w:p w:rsidR="00053140" w:rsidRPr="00391A44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>5430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>459</w:t>
            </w:r>
          </w:p>
        </w:tc>
        <w:tc>
          <w:tcPr>
            <w:tcW w:w="1701" w:type="dxa"/>
          </w:tcPr>
          <w:p w:rsidR="00053140" w:rsidRPr="00391A44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</w:p>
          <w:p w:rsidR="00053140" w:rsidRPr="00391A44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>0</w:t>
            </w:r>
          </w:p>
          <w:p w:rsidR="00053140" w:rsidRPr="00CE41E7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5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4B2904" w:rsidRDefault="00053140" w:rsidP="00DF716A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2904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53140" w:rsidRPr="00641A23" w:rsidRDefault="00053140" w:rsidP="00DF71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91A44">
              <w:rPr>
                <w:rFonts w:ascii="Arial" w:hAnsi="Arial" w:cs="Arial"/>
                <w:sz w:val="24"/>
                <w:szCs w:val="24"/>
              </w:rPr>
              <w:t>7320582000</w:t>
            </w:r>
          </w:p>
        </w:tc>
        <w:tc>
          <w:tcPr>
            <w:tcW w:w="4536" w:type="dxa"/>
          </w:tcPr>
          <w:p w:rsidR="00053140" w:rsidRPr="00391A44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>Замостянська сільська рада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 xml:space="preserve"> с. Замостя</w:t>
            </w:r>
          </w:p>
        </w:tc>
        <w:tc>
          <w:tcPr>
            <w:tcW w:w="1417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>1994</w:t>
            </w:r>
          </w:p>
        </w:tc>
        <w:tc>
          <w:tcPr>
            <w:tcW w:w="1701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8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</w:p>
        </w:tc>
      </w:tr>
      <w:tr w:rsidR="00053140" w:rsidRPr="00F06D45" w:rsidTr="00DF716A">
        <w:tc>
          <w:tcPr>
            <w:tcW w:w="534" w:type="dxa"/>
          </w:tcPr>
          <w:p w:rsidR="00053140" w:rsidRPr="004B2904" w:rsidRDefault="00053140" w:rsidP="00DF716A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2904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53140" w:rsidRPr="00774D49" w:rsidRDefault="00053140" w:rsidP="00DF71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91A44">
              <w:rPr>
                <w:rFonts w:ascii="Arial" w:hAnsi="Arial" w:cs="Arial"/>
                <w:sz w:val="24"/>
                <w:szCs w:val="24"/>
              </w:rPr>
              <w:t>7320583000</w:t>
            </w:r>
          </w:p>
        </w:tc>
        <w:tc>
          <w:tcPr>
            <w:tcW w:w="4536" w:type="dxa"/>
          </w:tcPr>
          <w:p w:rsidR="00053140" w:rsidRPr="00391A44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 xml:space="preserve">Карапчівська сільська рада </w:t>
            </w:r>
          </w:p>
          <w:p w:rsidR="00053140" w:rsidRPr="00391A44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>с.Карапчів</w:t>
            </w:r>
          </w:p>
          <w:p w:rsidR="00053140" w:rsidRPr="00391A44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>с. Бабине</w:t>
            </w:r>
          </w:p>
          <w:p w:rsidR="00053140" w:rsidRPr="00774D49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>с. Вали</w:t>
            </w:r>
          </w:p>
        </w:tc>
        <w:tc>
          <w:tcPr>
            <w:tcW w:w="1417" w:type="dxa"/>
          </w:tcPr>
          <w:p w:rsidR="00053140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3715</w:t>
            </w:r>
          </w:p>
          <w:p w:rsidR="00053140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2046</w:t>
            </w:r>
          </w:p>
          <w:p w:rsidR="00053140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747</w:t>
            </w:r>
          </w:p>
          <w:p w:rsidR="00053140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922</w:t>
            </w:r>
          </w:p>
        </w:tc>
        <w:tc>
          <w:tcPr>
            <w:tcW w:w="1701" w:type="dxa"/>
          </w:tcPr>
          <w:p w:rsidR="00053140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</w:p>
          <w:p w:rsidR="00053140" w:rsidRPr="00391A44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>12</w:t>
            </w:r>
          </w:p>
          <w:p w:rsidR="00053140" w:rsidRPr="00391A44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>19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391A44">
              <w:rPr>
                <w:rFonts w:ascii="Arial" w:hAnsi="Arial" w:cs="Arial"/>
                <w:color w:val="000000"/>
                <w:lang w:val="uk-UA"/>
              </w:rPr>
              <w:t>14</w:t>
            </w:r>
          </w:p>
        </w:tc>
      </w:tr>
    </w:tbl>
    <w:p w:rsidR="00053140" w:rsidRDefault="00053140" w:rsidP="004B2904">
      <w:pPr>
        <w:spacing w:after="0"/>
      </w:pPr>
    </w:p>
    <w:p w:rsidR="00053140" w:rsidRDefault="00053140" w:rsidP="00513E8B"/>
    <w:p w:rsidR="00053140" w:rsidRDefault="00053140" w:rsidP="00513E8B"/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4B2904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</w:p>
    <w:p w:rsidR="00053140" w:rsidRDefault="00053140" w:rsidP="001E6126">
      <w:pPr>
        <w:spacing w:after="0" w:line="240" w:lineRule="auto"/>
        <w:rPr>
          <w:rFonts w:ascii="Arial" w:hAnsi="Arial" w:cs="Arial"/>
          <w:color w:val="FF0000"/>
          <w:sz w:val="28"/>
          <w:szCs w:val="28"/>
          <w:lang w:eastAsia="uk-UA"/>
        </w:rPr>
      </w:pPr>
    </w:p>
    <w:p w:rsidR="00053140" w:rsidRDefault="00053140" w:rsidP="00AE559D"/>
    <w:p w:rsidR="00053140" w:rsidRDefault="00053140" w:rsidP="00AE559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67"/>
      </w:tblGrid>
      <w:tr w:rsidR="00053140" w:rsidRPr="00F06D45" w:rsidTr="00DD334D">
        <w:tc>
          <w:tcPr>
            <w:tcW w:w="9967" w:type="dxa"/>
          </w:tcPr>
          <w:p w:rsidR="00053140" w:rsidRPr="00F06D45" w:rsidRDefault="00053140" w:rsidP="00DD334D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F06D45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Графічна частина </w:t>
            </w:r>
          </w:p>
          <w:p w:rsidR="00053140" w:rsidRPr="007E26F4" w:rsidRDefault="00053140" w:rsidP="00DD334D">
            <w:pPr>
              <w:spacing w:after="0" w:line="360" w:lineRule="auto"/>
              <w:jc w:val="center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Тереблеченська</w:t>
            </w:r>
            <w:r w:rsidRPr="00CE41E7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сільська </w:t>
            </w:r>
            <w:r w:rsidRPr="00CE41E7">
              <w:rPr>
                <w:rFonts w:ascii="Arial" w:hAnsi="Arial" w:cs="Arial"/>
                <w:bCs/>
                <w:iCs/>
                <w:sz w:val="28"/>
                <w:szCs w:val="28"/>
              </w:rPr>
              <w:t>об’єднана</w:t>
            </w:r>
            <w:r w:rsidRPr="007E26F4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територіальна громада</w:t>
            </w:r>
          </w:p>
          <w:p w:rsidR="00053140" w:rsidRPr="00F06D45" w:rsidRDefault="00053140" w:rsidP="00DD334D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E26F4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Потенційний адміністративний центр – с. 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Тереблече</w:t>
            </w:r>
          </w:p>
        </w:tc>
      </w:tr>
      <w:tr w:rsidR="00053140" w:rsidRPr="00F06D45" w:rsidTr="00DD334D">
        <w:trPr>
          <w:trHeight w:val="5896"/>
        </w:trPr>
        <w:tc>
          <w:tcPr>
            <w:tcW w:w="9967" w:type="dxa"/>
          </w:tcPr>
          <w:p w:rsidR="00053140" w:rsidRDefault="00053140" w:rsidP="00DD334D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>
              <w:rPr>
                <w:noProof/>
                <w:lang w:val="en-US"/>
              </w:rPr>
              <w:pict>
                <v:shape id="Рисунок 34" o:spid="_x0000_s1028" type="#_x0000_t75" style="position:absolute;left:0;text-align:left;margin-left:110pt;margin-top:11.9pt;width:303.15pt;height:209.9pt;z-index:-251656704;visibility:visible;mso-position-horizontal-relative:text;mso-position-vertical-relative:text">
                  <v:imagedata r:id="rId7" o:title=""/>
                </v:shape>
              </w:pict>
            </w:r>
          </w:p>
          <w:p w:rsidR="00053140" w:rsidRDefault="00053140" w:rsidP="00DD334D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DD334D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DD334D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Pr="00DD334D" w:rsidRDefault="00053140" w:rsidP="00DD334D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Pr="00F06D45" w:rsidRDefault="00053140" w:rsidP="00DD334D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</w:tc>
      </w:tr>
    </w:tbl>
    <w:p w:rsidR="00053140" w:rsidRDefault="00053140" w:rsidP="00DD334D">
      <w:pPr>
        <w:jc w:val="center"/>
      </w:pPr>
    </w:p>
    <w:p w:rsidR="00053140" w:rsidRDefault="00053140" w:rsidP="00DD334D"/>
    <w:p w:rsidR="00053140" w:rsidRDefault="00053140" w:rsidP="00DD334D"/>
    <w:p w:rsidR="00053140" w:rsidRDefault="00053140" w:rsidP="00DD334D"/>
    <w:p w:rsidR="00053140" w:rsidRDefault="00053140" w:rsidP="00AE559D"/>
    <w:p w:rsidR="00053140" w:rsidRDefault="00053140" w:rsidP="00AE559D">
      <w:pPr>
        <w:rPr>
          <w:lang w:val="ru-RU"/>
        </w:rPr>
      </w:pPr>
    </w:p>
    <w:p w:rsidR="00053140" w:rsidRDefault="00053140" w:rsidP="00AE559D">
      <w:pPr>
        <w:rPr>
          <w:lang w:val="ru-RU"/>
        </w:rPr>
      </w:pPr>
    </w:p>
    <w:p w:rsidR="00053140" w:rsidRDefault="00053140" w:rsidP="00AE559D">
      <w:pPr>
        <w:rPr>
          <w:lang w:val="ru-RU"/>
        </w:rPr>
      </w:pPr>
    </w:p>
    <w:p w:rsidR="00053140" w:rsidRDefault="00053140" w:rsidP="00AE559D">
      <w:pPr>
        <w:rPr>
          <w:lang w:val="ru-RU"/>
        </w:rPr>
      </w:pPr>
    </w:p>
    <w:p w:rsidR="00053140" w:rsidRDefault="00053140" w:rsidP="00AE559D">
      <w:pPr>
        <w:rPr>
          <w:lang w:val="ru-RU"/>
        </w:rPr>
      </w:pPr>
    </w:p>
    <w:p w:rsidR="00053140" w:rsidRDefault="00053140" w:rsidP="00AE559D">
      <w:pPr>
        <w:rPr>
          <w:lang w:val="ru-RU"/>
        </w:rPr>
      </w:pPr>
    </w:p>
    <w:p w:rsidR="00053140" w:rsidRDefault="00053140" w:rsidP="00AE559D">
      <w:pPr>
        <w:rPr>
          <w:lang w:val="ru-RU"/>
        </w:rPr>
      </w:pPr>
    </w:p>
    <w:p w:rsidR="00053140" w:rsidRDefault="00053140" w:rsidP="00AE559D">
      <w:pPr>
        <w:rPr>
          <w:lang w:val="ru-RU"/>
        </w:rPr>
      </w:pPr>
    </w:p>
    <w:p w:rsidR="00053140" w:rsidRPr="003E7CB7" w:rsidRDefault="00053140" w:rsidP="001412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E7CB7">
        <w:rPr>
          <w:rFonts w:ascii="Arial" w:hAnsi="Arial" w:cs="Arial"/>
          <w:b/>
          <w:sz w:val="28"/>
          <w:szCs w:val="28"/>
        </w:rPr>
        <w:t>ПАСПОРТ</w:t>
      </w:r>
    </w:p>
    <w:p w:rsidR="00053140" w:rsidRDefault="00053140" w:rsidP="001412BC">
      <w:pPr>
        <w:spacing w:after="0" w:line="240" w:lineRule="auto"/>
        <w:jc w:val="center"/>
        <w:rPr>
          <w:rFonts w:ascii="Arial" w:hAnsi="Arial" w:cs="Arial"/>
          <w:bCs/>
          <w:iCs/>
          <w:sz w:val="28"/>
          <w:szCs w:val="28"/>
          <w:lang w:eastAsia="uk-UA"/>
        </w:rPr>
      </w:pPr>
      <w:r>
        <w:rPr>
          <w:rFonts w:ascii="Arial" w:hAnsi="Arial" w:cs="Arial"/>
          <w:bCs/>
          <w:iCs/>
          <w:sz w:val="28"/>
          <w:szCs w:val="28"/>
          <w:lang w:eastAsia="uk-UA"/>
        </w:rPr>
        <w:t>Тереблеченської сільської об’єднаної територіальної громади</w:t>
      </w:r>
    </w:p>
    <w:p w:rsidR="00053140" w:rsidRPr="00F06D45" w:rsidRDefault="00053140" w:rsidP="001412BC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  <w:r w:rsidRPr="00F06D45">
        <w:rPr>
          <w:rFonts w:ascii="Arial" w:hAnsi="Arial" w:cs="Arial"/>
          <w:sz w:val="28"/>
          <w:szCs w:val="28"/>
          <w:lang w:eastAsia="uk-UA"/>
        </w:rPr>
        <w:t xml:space="preserve">Потенційний адміністративний центр </w:t>
      </w:r>
      <w:r>
        <w:rPr>
          <w:rFonts w:ascii="Arial" w:hAnsi="Arial" w:cs="Arial"/>
          <w:sz w:val="28"/>
          <w:szCs w:val="28"/>
          <w:lang w:eastAsia="uk-UA"/>
        </w:rPr>
        <w:t>– с. Тереблече</w:t>
      </w:r>
    </w:p>
    <w:p w:rsidR="00053140" w:rsidRPr="00F06D45" w:rsidRDefault="00053140" w:rsidP="001412BC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</w:p>
    <w:tbl>
      <w:tblPr>
        <w:tblW w:w="9736" w:type="dxa"/>
        <w:tblInd w:w="-72" w:type="dxa"/>
        <w:tblLook w:val="00A0"/>
      </w:tblPr>
      <w:tblGrid>
        <w:gridCol w:w="603"/>
        <w:gridCol w:w="7515"/>
        <w:gridCol w:w="1618"/>
      </w:tblGrid>
      <w:tr w:rsidR="00053140" w:rsidRPr="00F06D45" w:rsidTr="00996A36">
        <w:trPr>
          <w:trHeight w:val="780"/>
        </w:trPr>
        <w:tc>
          <w:tcPr>
            <w:tcW w:w="8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Значення показника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Чисельність </w:t>
            </w:r>
            <w:r>
              <w:rPr>
                <w:rFonts w:ascii="Arial" w:hAnsi="Arial" w:cs="Arial"/>
                <w:sz w:val="24"/>
                <w:szCs w:val="24"/>
                <w:lang w:eastAsia="uk-UA"/>
              </w:rPr>
              <w:t>населення станом на 1 січня 2016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5355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 тому  числі  дітей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994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дошкільного віку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481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шкільного віку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 xml:space="preserve">        513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454A1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 w:eastAsia="uk-UA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uk-UA"/>
              </w:rPr>
              <w:t>4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Обсяг доходів (розрахунковий) спроможної територіальної громади, гривень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B6221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10 159 600,0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сформованих відповідно до статті 64 Бюджетного Кодексу України 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 w:eastAsia="uk-UA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uk-UA"/>
              </w:rPr>
              <w:t>7 529 800,0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бюджету розвитку 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127 700,0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базової дотації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B6221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2 502 100,0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реверсної дотації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Площа території спроможної територіальної громади кв. кілометрів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67,78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Кількість закладів, що утримуються за рахунок бюджетів органів місцевого самоврядування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17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І-ІІІ ступеня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3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І-ІІ ступеня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 ступеня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дошкільних навчальних закладів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позашкільної освіти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культури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8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фізичної культури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фельдшерсько-акушерських пунктів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а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мбулаторій</w:t>
            </w:r>
            <w:r>
              <w:rPr>
                <w:rFonts w:ascii="Arial" w:hAnsi="Arial" w:cs="Arial"/>
                <w:sz w:val="24"/>
                <w:szCs w:val="24"/>
                <w:lang w:eastAsia="uk-UA"/>
              </w:rPr>
              <w:t>,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 поліклінік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лікарень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станцій швидкої допомоги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Наявність приміщень для розміщення державних органів,  установ, що здійснюють повноваження щодо: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6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правоохоронної діяльності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реєстрації актів цивільного стану та майнових прав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пенсійного забезпечення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соціального захисту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пожежної безпеки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казначейського обслуговування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996A36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Н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аявність приміщень  для розміщення органів місцевого самоврядування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</w:tbl>
    <w:p w:rsidR="00053140" w:rsidRPr="00CE41E7" w:rsidRDefault="00053140" w:rsidP="001412BC">
      <w:pPr>
        <w:spacing w:after="0" w:line="240" w:lineRule="auto"/>
        <w:rPr>
          <w:rFonts w:ascii="Arial" w:hAnsi="Arial" w:cs="Arial"/>
          <w:sz w:val="24"/>
          <w:szCs w:val="24"/>
          <w:lang w:val="en-US" w:eastAsia="uk-UA"/>
        </w:rPr>
      </w:pPr>
    </w:p>
    <w:p w:rsidR="00053140" w:rsidRPr="00F06D45" w:rsidRDefault="00053140" w:rsidP="001412BC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  <w:r w:rsidRPr="00F06D45">
        <w:rPr>
          <w:rFonts w:ascii="Arial" w:hAnsi="Arial" w:cs="Arial"/>
          <w:sz w:val="24"/>
          <w:szCs w:val="24"/>
          <w:lang w:eastAsia="uk-UA"/>
        </w:rPr>
        <w:t>Відомості про територіальні громади, що увійдуть до складу спроможної територіальної громади</w:t>
      </w:r>
    </w:p>
    <w:p w:rsidR="00053140" w:rsidRPr="00F06D45" w:rsidRDefault="00053140" w:rsidP="001412BC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59"/>
        <w:gridCol w:w="4536"/>
        <w:gridCol w:w="1417"/>
        <w:gridCol w:w="1701"/>
      </w:tblGrid>
      <w:tr w:rsidR="00053140" w:rsidRPr="00F06D45" w:rsidTr="00996A36">
        <w:tc>
          <w:tcPr>
            <w:tcW w:w="534" w:type="dxa"/>
          </w:tcPr>
          <w:p w:rsidR="00053140" w:rsidRPr="00231159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№</w:t>
            </w:r>
          </w:p>
        </w:tc>
        <w:tc>
          <w:tcPr>
            <w:tcW w:w="1559" w:type="dxa"/>
          </w:tcPr>
          <w:p w:rsidR="00053140" w:rsidRPr="00231159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Код КОАТУУ</w:t>
            </w:r>
          </w:p>
          <w:p w:rsidR="00053140" w:rsidRPr="00231159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Населеного пункту</w:t>
            </w:r>
          </w:p>
        </w:tc>
        <w:tc>
          <w:tcPr>
            <w:tcW w:w="4536" w:type="dxa"/>
          </w:tcPr>
          <w:p w:rsidR="00053140" w:rsidRPr="00231159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Найменування територіальних громад та населених пунктів, що входять до  їх складу. Із зазначенням адміністративного статусу</w:t>
            </w:r>
          </w:p>
        </w:tc>
        <w:tc>
          <w:tcPr>
            <w:tcW w:w="1417" w:type="dxa"/>
          </w:tcPr>
          <w:p w:rsidR="00053140" w:rsidRPr="00231159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Чисельніс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ть населення станом на 1.01.2016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р.</w:t>
            </w:r>
          </w:p>
        </w:tc>
        <w:tc>
          <w:tcPr>
            <w:tcW w:w="1701" w:type="dxa"/>
          </w:tcPr>
          <w:p w:rsidR="00053140" w:rsidRPr="00231159" w:rsidRDefault="00053140" w:rsidP="00996A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>
              <w:rPr>
                <w:rFonts w:ascii="Arial" w:hAnsi="Arial" w:cs="Arial"/>
                <w:sz w:val="20"/>
                <w:szCs w:val="20"/>
                <w:lang w:eastAsia="uk-UA"/>
              </w:rPr>
              <w:t>Відстань до  адмін.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 xml:space="preserve"> центру 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СТГ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, кілометрів</w:t>
            </w:r>
          </w:p>
        </w:tc>
      </w:tr>
      <w:tr w:rsidR="00053140" w:rsidRPr="00F06D45" w:rsidTr="00996A36">
        <w:tc>
          <w:tcPr>
            <w:tcW w:w="534" w:type="dxa"/>
          </w:tcPr>
          <w:p w:rsidR="00053140" w:rsidRPr="007735DC" w:rsidRDefault="00053140" w:rsidP="00996A3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35DC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3140" w:rsidRPr="00641A23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4D49">
              <w:rPr>
                <w:rFonts w:ascii="Arial" w:hAnsi="Arial" w:cs="Arial"/>
                <w:sz w:val="24"/>
                <w:szCs w:val="24"/>
              </w:rPr>
              <w:t>7321085400</w:t>
            </w:r>
          </w:p>
        </w:tc>
        <w:tc>
          <w:tcPr>
            <w:tcW w:w="4536" w:type="dxa"/>
          </w:tcPr>
          <w:p w:rsidR="00053140" w:rsidRPr="00774D49" w:rsidRDefault="00053140" w:rsidP="00996A36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774D49">
              <w:rPr>
                <w:rFonts w:ascii="Arial" w:hAnsi="Arial" w:cs="Arial"/>
                <w:color w:val="000000"/>
                <w:lang w:val="uk-UA"/>
              </w:rPr>
              <w:t>Тереблеченська сільська рада</w:t>
            </w:r>
          </w:p>
          <w:p w:rsidR="00053140" w:rsidRPr="00774D49" w:rsidRDefault="00053140" w:rsidP="00996A36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774D49">
              <w:rPr>
                <w:rFonts w:ascii="Arial" w:hAnsi="Arial" w:cs="Arial"/>
                <w:color w:val="000000"/>
                <w:lang w:val="uk-UA"/>
              </w:rPr>
              <w:t>с.Тереблече</w:t>
            </w:r>
          </w:p>
          <w:p w:rsidR="00053140" w:rsidRPr="0060499E" w:rsidRDefault="00053140" w:rsidP="00996A36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774D49">
              <w:rPr>
                <w:rFonts w:ascii="Arial" w:hAnsi="Arial" w:cs="Arial"/>
                <w:color w:val="000000"/>
                <w:lang w:val="uk-UA"/>
              </w:rPr>
              <w:t>с.Горбівці</w:t>
            </w:r>
          </w:p>
        </w:tc>
        <w:tc>
          <w:tcPr>
            <w:tcW w:w="1417" w:type="dxa"/>
          </w:tcPr>
          <w:p w:rsidR="00053140" w:rsidRDefault="00053140" w:rsidP="00996A3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3872</w:t>
            </w:r>
          </w:p>
          <w:p w:rsidR="00053140" w:rsidRPr="00774D49" w:rsidRDefault="00053140" w:rsidP="00996A3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774D49">
              <w:rPr>
                <w:rFonts w:ascii="Arial" w:hAnsi="Arial" w:cs="Arial"/>
                <w:color w:val="000000"/>
                <w:lang w:val="uk-UA"/>
              </w:rPr>
              <w:t>2926</w:t>
            </w:r>
          </w:p>
          <w:p w:rsidR="00053140" w:rsidRPr="0060499E" w:rsidRDefault="00053140" w:rsidP="00996A3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774D49">
              <w:rPr>
                <w:rFonts w:ascii="Arial" w:hAnsi="Arial" w:cs="Arial"/>
                <w:color w:val="000000"/>
                <w:lang w:val="uk-UA"/>
              </w:rPr>
              <w:t>946</w:t>
            </w:r>
          </w:p>
        </w:tc>
        <w:tc>
          <w:tcPr>
            <w:tcW w:w="1701" w:type="dxa"/>
          </w:tcPr>
          <w:p w:rsidR="00053140" w:rsidRPr="0060499E" w:rsidRDefault="00053140" w:rsidP="00996A3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</w:p>
          <w:p w:rsidR="00053140" w:rsidRDefault="00053140" w:rsidP="00996A3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-</w:t>
            </w:r>
          </w:p>
          <w:p w:rsidR="00053140" w:rsidRPr="00396836" w:rsidRDefault="00053140" w:rsidP="00996A3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5</w:t>
            </w:r>
          </w:p>
        </w:tc>
      </w:tr>
      <w:tr w:rsidR="00053140" w:rsidRPr="00F06D45" w:rsidTr="00996A36">
        <w:tc>
          <w:tcPr>
            <w:tcW w:w="534" w:type="dxa"/>
          </w:tcPr>
          <w:p w:rsidR="00053140" w:rsidRPr="007735DC" w:rsidRDefault="00053140" w:rsidP="00996A3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35DC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53140" w:rsidRPr="00641A23" w:rsidRDefault="00053140" w:rsidP="00996A3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4D49">
              <w:rPr>
                <w:rFonts w:ascii="Arial" w:hAnsi="Arial" w:cs="Arial"/>
                <w:sz w:val="24"/>
                <w:szCs w:val="24"/>
              </w:rPr>
              <w:t>7321085700</w:t>
            </w:r>
          </w:p>
        </w:tc>
        <w:tc>
          <w:tcPr>
            <w:tcW w:w="4536" w:type="dxa"/>
          </w:tcPr>
          <w:p w:rsidR="00053140" w:rsidRPr="00774D49" w:rsidRDefault="00053140" w:rsidP="00996A36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774D49">
              <w:rPr>
                <w:rFonts w:ascii="Arial" w:hAnsi="Arial" w:cs="Arial"/>
                <w:color w:val="000000"/>
                <w:lang w:val="uk-UA"/>
              </w:rPr>
              <w:t>Синьовецька сільська рада</w:t>
            </w:r>
          </w:p>
          <w:p w:rsidR="00053140" w:rsidRPr="00774D49" w:rsidRDefault="00053140" w:rsidP="00996A36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774D49">
              <w:rPr>
                <w:rFonts w:ascii="Arial" w:hAnsi="Arial" w:cs="Arial"/>
                <w:color w:val="000000"/>
                <w:lang w:val="uk-UA"/>
              </w:rPr>
              <w:t>с.ВерхніСинівці</w:t>
            </w:r>
          </w:p>
          <w:p w:rsidR="00053140" w:rsidRPr="0060499E" w:rsidRDefault="00053140" w:rsidP="00996A36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774D49">
              <w:rPr>
                <w:rFonts w:ascii="Arial" w:hAnsi="Arial" w:cs="Arial"/>
                <w:color w:val="000000"/>
                <w:lang w:val="uk-UA"/>
              </w:rPr>
              <w:t>с.НижніСинівці</w:t>
            </w:r>
          </w:p>
        </w:tc>
        <w:tc>
          <w:tcPr>
            <w:tcW w:w="1417" w:type="dxa"/>
          </w:tcPr>
          <w:p w:rsidR="00053140" w:rsidRDefault="00053140" w:rsidP="00996A3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1483</w:t>
            </w:r>
          </w:p>
          <w:p w:rsidR="00053140" w:rsidRPr="00774D49" w:rsidRDefault="00053140" w:rsidP="00996A3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774D49">
              <w:rPr>
                <w:rFonts w:ascii="Arial" w:hAnsi="Arial" w:cs="Arial"/>
                <w:color w:val="000000"/>
                <w:lang w:val="uk-UA"/>
              </w:rPr>
              <w:t>999</w:t>
            </w:r>
          </w:p>
          <w:p w:rsidR="00053140" w:rsidRPr="0060499E" w:rsidRDefault="00053140" w:rsidP="00996A3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774D49">
              <w:rPr>
                <w:rFonts w:ascii="Arial" w:hAnsi="Arial" w:cs="Arial"/>
                <w:color w:val="000000"/>
                <w:lang w:val="uk-UA"/>
              </w:rPr>
              <w:t>484</w:t>
            </w:r>
          </w:p>
        </w:tc>
        <w:tc>
          <w:tcPr>
            <w:tcW w:w="1701" w:type="dxa"/>
          </w:tcPr>
          <w:p w:rsidR="00053140" w:rsidRPr="0060499E" w:rsidRDefault="00053140" w:rsidP="00996A3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</w:p>
          <w:p w:rsidR="00053140" w:rsidRDefault="00053140" w:rsidP="00996A3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6</w:t>
            </w:r>
          </w:p>
          <w:p w:rsidR="00053140" w:rsidRPr="0060499E" w:rsidRDefault="00053140" w:rsidP="00996A3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8</w:t>
            </w:r>
          </w:p>
        </w:tc>
      </w:tr>
    </w:tbl>
    <w:p w:rsidR="00053140" w:rsidRDefault="00053140" w:rsidP="001412BC"/>
    <w:p w:rsidR="00053140" w:rsidRDefault="00053140" w:rsidP="00AE559D">
      <w:pPr>
        <w:rPr>
          <w:lang w:val="ru-RU"/>
        </w:rPr>
      </w:pPr>
    </w:p>
    <w:p w:rsidR="00053140" w:rsidRDefault="00053140" w:rsidP="00AE559D">
      <w:pPr>
        <w:rPr>
          <w:lang w:val="ru-RU"/>
        </w:rPr>
      </w:pPr>
    </w:p>
    <w:p w:rsidR="00053140" w:rsidRDefault="00053140" w:rsidP="00AE559D">
      <w:pPr>
        <w:rPr>
          <w:lang w:val="ru-RU"/>
        </w:rPr>
      </w:pPr>
    </w:p>
    <w:p w:rsidR="00053140" w:rsidRDefault="00053140" w:rsidP="00AE559D">
      <w:pPr>
        <w:rPr>
          <w:lang w:val="ru-RU"/>
        </w:rPr>
      </w:pPr>
    </w:p>
    <w:p w:rsidR="00053140" w:rsidRDefault="00053140" w:rsidP="00AE559D">
      <w:pPr>
        <w:rPr>
          <w:lang w:val="ru-RU"/>
        </w:rPr>
      </w:pPr>
    </w:p>
    <w:p w:rsidR="00053140" w:rsidRDefault="00053140" w:rsidP="00AE559D">
      <w:pPr>
        <w:rPr>
          <w:lang w:val="ru-RU"/>
        </w:rPr>
      </w:pPr>
    </w:p>
    <w:p w:rsidR="00053140" w:rsidRDefault="00053140" w:rsidP="00AE559D">
      <w:pPr>
        <w:rPr>
          <w:lang w:val="ru-RU"/>
        </w:rPr>
      </w:pPr>
    </w:p>
    <w:p w:rsidR="00053140" w:rsidRDefault="00053140" w:rsidP="00AE559D">
      <w:pPr>
        <w:rPr>
          <w:lang w:val="ru-RU"/>
        </w:rPr>
      </w:pPr>
    </w:p>
    <w:p w:rsidR="00053140" w:rsidRPr="00FD5F8D" w:rsidRDefault="00053140" w:rsidP="00AE559D">
      <w:pPr>
        <w:rPr>
          <w:lang w:val="ru-RU"/>
        </w:rPr>
      </w:pPr>
    </w:p>
    <w:p w:rsidR="00053140" w:rsidRDefault="00053140" w:rsidP="00AE559D"/>
    <w:p w:rsidR="00053140" w:rsidRDefault="00053140" w:rsidP="00AE559D"/>
    <w:p w:rsidR="00053140" w:rsidRDefault="00053140" w:rsidP="00AE559D"/>
    <w:p w:rsidR="00053140" w:rsidRDefault="00053140" w:rsidP="00AE559D"/>
    <w:p w:rsidR="00053140" w:rsidRDefault="00053140" w:rsidP="00AE559D"/>
    <w:p w:rsidR="00053140" w:rsidRDefault="00053140" w:rsidP="00AE559D"/>
    <w:p w:rsidR="00053140" w:rsidRDefault="00053140" w:rsidP="00AE559D"/>
    <w:p w:rsidR="00053140" w:rsidRDefault="00053140" w:rsidP="00AE559D"/>
    <w:p w:rsidR="00053140" w:rsidRDefault="00053140" w:rsidP="00AE559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67"/>
      </w:tblGrid>
      <w:tr w:rsidR="00053140" w:rsidRPr="00F06D45" w:rsidTr="00DF716A">
        <w:tc>
          <w:tcPr>
            <w:tcW w:w="9967" w:type="dxa"/>
          </w:tcPr>
          <w:p w:rsidR="00053140" w:rsidRPr="00F06D45" w:rsidRDefault="00053140" w:rsidP="00DF716A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F06D45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Графічна частина </w:t>
            </w:r>
          </w:p>
          <w:p w:rsidR="00053140" w:rsidRPr="007E26F4" w:rsidRDefault="00053140" w:rsidP="00DF716A">
            <w:pPr>
              <w:spacing w:after="0" w:line="360" w:lineRule="auto"/>
              <w:jc w:val="center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C06C5B">
              <w:rPr>
                <w:rFonts w:ascii="Arial" w:hAnsi="Arial" w:cs="Arial"/>
                <w:bCs/>
                <w:iCs/>
                <w:sz w:val="28"/>
                <w:szCs w:val="28"/>
              </w:rPr>
              <w:t>Сторожинецька міська об’єднана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 w:rsidRPr="007E26F4">
              <w:rPr>
                <w:rFonts w:ascii="Arial" w:hAnsi="Arial" w:cs="Arial"/>
                <w:bCs/>
                <w:iCs/>
                <w:sz w:val="28"/>
                <w:szCs w:val="28"/>
              </w:rPr>
              <w:t>територіальна громада</w:t>
            </w:r>
          </w:p>
          <w:p w:rsidR="00053140" w:rsidRPr="00F06D45" w:rsidRDefault="00053140" w:rsidP="00DF716A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E26F4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Потенційний адміністративний центр – </w:t>
            </w:r>
            <w:r w:rsidRPr="00C06C5B">
              <w:rPr>
                <w:rFonts w:ascii="Arial" w:hAnsi="Arial" w:cs="Arial"/>
                <w:bCs/>
                <w:iCs/>
                <w:sz w:val="28"/>
                <w:szCs w:val="28"/>
              </w:rPr>
              <w:t>м.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 w:rsidRPr="00C06C5B">
              <w:rPr>
                <w:rFonts w:ascii="Arial" w:hAnsi="Arial" w:cs="Arial"/>
                <w:bCs/>
                <w:iCs/>
                <w:sz w:val="28"/>
                <w:szCs w:val="28"/>
              </w:rPr>
              <w:t>Сторожинець</w:t>
            </w:r>
          </w:p>
        </w:tc>
      </w:tr>
      <w:tr w:rsidR="00053140" w:rsidRPr="00F06D45" w:rsidTr="0004302F">
        <w:trPr>
          <w:trHeight w:val="10294"/>
        </w:trPr>
        <w:tc>
          <w:tcPr>
            <w:tcW w:w="9967" w:type="dxa"/>
          </w:tcPr>
          <w:p w:rsidR="00053140" w:rsidRDefault="00053140" w:rsidP="00DF716A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>
              <w:rPr>
                <w:noProof/>
                <w:lang w:val="en-US"/>
              </w:rPr>
              <w:pict>
                <v:shape id="Рисунок 24" o:spid="_x0000_s1029" type="#_x0000_t75" style="position:absolute;left:0;text-align:left;margin-left:109.65pt;margin-top:126.75pt;width:400.3pt;height:457.5pt;z-index:-251657728;visibility:visible;mso-position-horizontal-relative:page;mso-position-vertical-relative:page" o:allowincell="f">
                  <v:imagedata r:id="rId8" o:title="" chromakey="white"/>
                  <w10:wrap anchorx="page" anchory="page"/>
                </v:shape>
              </w:pict>
            </w:r>
          </w:p>
          <w:p w:rsidR="00053140" w:rsidRPr="00F06D45" w:rsidRDefault="00053140" w:rsidP="00DF716A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:rsidR="00053140" w:rsidRDefault="00053140" w:rsidP="00DF716A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4"/>
                <w:highlight w:val="white"/>
              </w:rPr>
            </w:pPr>
          </w:p>
          <w:p w:rsidR="00053140" w:rsidRDefault="00053140" w:rsidP="00DF716A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4"/>
                <w:highlight w:val="white"/>
              </w:rPr>
            </w:pPr>
          </w:p>
          <w:p w:rsidR="00053140" w:rsidRDefault="00053140" w:rsidP="00DF716A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4"/>
                <w:highlight w:val="white"/>
              </w:rPr>
            </w:pPr>
          </w:p>
          <w:p w:rsidR="00053140" w:rsidRDefault="00053140" w:rsidP="00DF716A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4"/>
                <w:highlight w:val="white"/>
              </w:rPr>
            </w:pPr>
          </w:p>
          <w:p w:rsidR="00053140" w:rsidRDefault="00053140" w:rsidP="00DF716A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4"/>
                <w:highlight w:val="white"/>
              </w:rPr>
            </w:pPr>
          </w:p>
          <w:p w:rsidR="00053140" w:rsidRPr="00F06D45" w:rsidRDefault="00053140" w:rsidP="00DF716A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</w:tr>
    </w:tbl>
    <w:p w:rsidR="00053140" w:rsidRDefault="00053140" w:rsidP="00D40E64">
      <w:pPr>
        <w:rPr>
          <w:color w:val="FF0000"/>
        </w:rPr>
      </w:pPr>
    </w:p>
    <w:p w:rsidR="00053140" w:rsidRDefault="00053140" w:rsidP="00D40E64">
      <w:pPr>
        <w:rPr>
          <w:color w:val="FF0000"/>
        </w:rPr>
      </w:pPr>
    </w:p>
    <w:p w:rsidR="00053140" w:rsidRDefault="00053140" w:rsidP="00D40E64">
      <w:pPr>
        <w:rPr>
          <w:color w:val="FF0000"/>
        </w:rPr>
      </w:pPr>
    </w:p>
    <w:p w:rsidR="00053140" w:rsidRDefault="00053140" w:rsidP="00D40E64">
      <w:pPr>
        <w:rPr>
          <w:color w:val="FF0000"/>
        </w:rPr>
      </w:pPr>
    </w:p>
    <w:p w:rsidR="00053140" w:rsidRDefault="00053140" w:rsidP="00A77DC0"/>
    <w:p w:rsidR="00053140" w:rsidRPr="003E7CB7" w:rsidRDefault="00053140" w:rsidP="002957E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E7CB7">
        <w:rPr>
          <w:rFonts w:ascii="Arial" w:hAnsi="Arial" w:cs="Arial"/>
          <w:b/>
          <w:sz w:val="28"/>
          <w:szCs w:val="28"/>
        </w:rPr>
        <w:t>ПАСПОРТ</w:t>
      </w:r>
    </w:p>
    <w:p w:rsidR="00053140" w:rsidRDefault="00053140" w:rsidP="002957E0">
      <w:pPr>
        <w:spacing w:after="0" w:line="240" w:lineRule="auto"/>
        <w:jc w:val="center"/>
        <w:rPr>
          <w:rFonts w:ascii="Arial" w:hAnsi="Arial" w:cs="Arial"/>
          <w:bCs/>
          <w:iCs/>
          <w:sz w:val="28"/>
          <w:szCs w:val="28"/>
          <w:lang w:eastAsia="uk-UA"/>
        </w:rPr>
      </w:pPr>
      <w:r>
        <w:rPr>
          <w:rFonts w:ascii="Arial" w:hAnsi="Arial" w:cs="Arial"/>
          <w:bCs/>
          <w:iCs/>
          <w:sz w:val="28"/>
          <w:szCs w:val="28"/>
          <w:lang w:eastAsia="uk-UA"/>
        </w:rPr>
        <w:t>Сторожинецької міської об’єднаної територіальної громади</w:t>
      </w:r>
    </w:p>
    <w:p w:rsidR="00053140" w:rsidRPr="00F06D45" w:rsidRDefault="00053140" w:rsidP="002957E0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  <w:r w:rsidRPr="00F06D45">
        <w:rPr>
          <w:rFonts w:ascii="Arial" w:hAnsi="Arial" w:cs="Arial"/>
          <w:sz w:val="28"/>
          <w:szCs w:val="28"/>
          <w:lang w:eastAsia="uk-UA"/>
        </w:rPr>
        <w:t xml:space="preserve">Потенційний адміністративний центр </w:t>
      </w:r>
      <w:r>
        <w:rPr>
          <w:rFonts w:ascii="Arial" w:hAnsi="Arial" w:cs="Arial"/>
          <w:sz w:val="28"/>
          <w:szCs w:val="28"/>
          <w:lang w:eastAsia="uk-UA"/>
        </w:rPr>
        <w:t>– м. Сторожинець</w:t>
      </w:r>
    </w:p>
    <w:p w:rsidR="00053140" w:rsidRPr="00F06D45" w:rsidRDefault="00053140" w:rsidP="002957E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</w:p>
    <w:tbl>
      <w:tblPr>
        <w:tblW w:w="9900" w:type="dxa"/>
        <w:tblInd w:w="-72" w:type="dxa"/>
        <w:tblLook w:val="00A0"/>
      </w:tblPr>
      <w:tblGrid>
        <w:gridCol w:w="603"/>
        <w:gridCol w:w="7515"/>
        <w:gridCol w:w="1782"/>
      </w:tblGrid>
      <w:tr w:rsidR="00053140" w:rsidRPr="00F06D45" w:rsidTr="00DF716A">
        <w:trPr>
          <w:trHeight w:val="780"/>
        </w:trPr>
        <w:tc>
          <w:tcPr>
            <w:tcW w:w="8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Значення показника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Чисельність </w:t>
            </w:r>
            <w:r>
              <w:rPr>
                <w:rFonts w:ascii="Arial" w:hAnsi="Arial" w:cs="Arial"/>
                <w:sz w:val="24"/>
                <w:szCs w:val="24"/>
                <w:lang w:eastAsia="uk-UA"/>
              </w:rPr>
              <w:t>населення станом на 1 січня 2016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34957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 тому  числі  дітей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8500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дошкільного віку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3699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шкільного віку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 xml:space="preserve">        4801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454A1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 w:eastAsia="uk-UA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uk-UA"/>
              </w:rPr>
              <w:t>12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Обсяг доходів (розрахунковий) спроможної територіальної громади, гривень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B6221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41 608 080,0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сформованих відповідно до статті 64 Бюджетного Кодексу України 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 w:eastAsia="uk-UA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uk-UA"/>
              </w:rPr>
              <w:t>30 433 200,0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бюджету розвитку 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1 558 226,0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базової дотації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B6221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9 616 654,0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реверсної дотації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Площа території спроможної територіальної громади кв. кілометрів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422,25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Кількість закладів, що утримуються за рахунок бюджетів органів місцевого самоврядування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84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І-ІІІ ступеня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10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І-ІІ ступеня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7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 ступеня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дошкільних навчальних закладів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12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позашкільної освіти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3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культури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33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фізичної культури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3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фельдшерсько-акушерських пунктів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6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а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мбулаторій</w:t>
            </w:r>
            <w:r>
              <w:rPr>
                <w:rFonts w:ascii="Arial" w:hAnsi="Arial" w:cs="Arial"/>
                <w:sz w:val="24"/>
                <w:szCs w:val="24"/>
                <w:lang w:eastAsia="uk-UA"/>
              </w:rPr>
              <w:t>,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 поліклінік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9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Лікарень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станцій швидкої допомоги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Наявність приміщень для розміщення державних органів,  установ, що здійснюють повноваження щодо: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6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правоохоронної діяльності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реєстрації актів цивільного стану та майнових прав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пенсійного забезпечення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соціального захисту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пожежної безпеки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казначейського обслуговування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DF716A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Н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аявність приміщень  для розміщення органів місцевого самоврядування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</w:tbl>
    <w:p w:rsidR="00053140" w:rsidRPr="00CE41E7" w:rsidRDefault="00053140" w:rsidP="002957E0">
      <w:pPr>
        <w:spacing w:after="0" w:line="240" w:lineRule="auto"/>
        <w:rPr>
          <w:rFonts w:ascii="Arial" w:hAnsi="Arial" w:cs="Arial"/>
          <w:sz w:val="24"/>
          <w:szCs w:val="24"/>
          <w:lang w:val="en-US" w:eastAsia="uk-UA"/>
        </w:rPr>
      </w:pPr>
    </w:p>
    <w:p w:rsidR="00053140" w:rsidRPr="00F06D45" w:rsidRDefault="00053140" w:rsidP="002957E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  <w:r w:rsidRPr="00F06D45">
        <w:rPr>
          <w:rFonts w:ascii="Arial" w:hAnsi="Arial" w:cs="Arial"/>
          <w:sz w:val="24"/>
          <w:szCs w:val="24"/>
          <w:lang w:eastAsia="uk-UA"/>
        </w:rPr>
        <w:t>Відомості про територіальні громади, що увійдуть до складу спроможної територіальної громади</w:t>
      </w:r>
    </w:p>
    <w:p w:rsidR="00053140" w:rsidRPr="00F06D45" w:rsidRDefault="00053140" w:rsidP="002957E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59"/>
        <w:gridCol w:w="4536"/>
        <w:gridCol w:w="1417"/>
        <w:gridCol w:w="1701"/>
      </w:tblGrid>
      <w:tr w:rsidR="00053140" w:rsidRPr="00F06D45" w:rsidTr="00DF716A">
        <w:tc>
          <w:tcPr>
            <w:tcW w:w="534" w:type="dxa"/>
          </w:tcPr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№</w:t>
            </w:r>
          </w:p>
        </w:tc>
        <w:tc>
          <w:tcPr>
            <w:tcW w:w="1559" w:type="dxa"/>
          </w:tcPr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Код КОАТУУ</w:t>
            </w:r>
          </w:p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Населеного пункту</w:t>
            </w:r>
          </w:p>
        </w:tc>
        <w:tc>
          <w:tcPr>
            <w:tcW w:w="4536" w:type="dxa"/>
          </w:tcPr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Найменування територіальних громад та населених пунктів, що входять до  їх складу. Із зазначенням адміністративного статусу</w:t>
            </w:r>
          </w:p>
        </w:tc>
        <w:tc>
          <w:tcPr>
            <w:tcW w:w="1417" w:type="dxa"/>
          </w:tcPr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Чисельніс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ть населення станом на 1.01.2016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р.</w:t>
            </w:r>
          </w:p>
        </w:tc>
        <w:tc>
          <w:tcPr>
            <w:tcW w:w="1701" w:type="dxa"/>
          </w:tcPr>
          <w:p w:rsidR="00053140" w:rsidRPr="00231159" w:rsidRDefault="00053140" w:rsidP="00DF71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>
              <w:rPr>
                <w:rFonts w:ascii="Arial" w:hAnsi="Arial" w:cs="Arial"/>
                <w:sz w:val="20"/>
                <w:szCs w:val="20"/>
                <w:lang w:eastAsia="uk-UA"/>
              </w:rPr>
              <w:t>Відстань до  адмін.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 xml:space="preserve"> центру 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СТГ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, кілометрів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623C7C" w:rsidRDefault="00053140" w:rsidP="00DF716A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3C7C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3140" w:rsidRPr="00641A23" w:rsidRDefault="00053140" w:rsidP="00DF716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C435A5">
              <w:rPr>
                <w:rFonts w:ascii="Arial" w:hAnsi="Arial" w:cs="Arial"/>
                <w:sz w:val="24"/>
                <w:szCs w:val="24"/>
              </w:rPr>
              <w:t>7324510100</w:t>
            </w:r>
          </w:p>
        </w:tc>
        <w:tc>
          <w:tcPr>
            <w:tcW w:w="4536" w:type="dxa"/>
          </w:tcPr>
          <w:p w:rsidR="00053140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C435A5">
              <w:rPr>
                <w:rFonts w:ascii="Arial" w:hAnsi="Arial" w:cs="Arial"/>
                <w:color w:val="000000"/>
                <w:lang w:val="uk-UA"/>
              </w:rPr>
              <w:t>Сторожинецька міська рада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C435A5">
              <w:rPr>
                <w:rFonts w:ascii="Arial" w:hAnsi="Arial" w:cs="Arial"/>
                <w:color w:val="000000"/>
                <w:lang w:val="uk-UA"/>
              </w:rPr>
              <w:t>м.</w:t>
            </w:r>
            <w:r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r w:rsidRPr="00C435A5">
              <w:rPr>
                <w:rFonts w:ascii="Arial" w:hAnsi="Arial" w:cs="Arial"/>
                <w:color w:val="000000"/>
                <w:lang w:val="uk-UA"/>
              </w:rPr>
              <w:t>Сторожинець</w:t>
            </w:r>
          </w:p>
        </w:tc>
        <w:tc>
          <w:tcPr>
            <w:tcW w:w="1417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C435A5">
              <w:rPr>
                <w:rFonts w:ascii="Arial" w:hAnsi="Arial" w:cs="Arial"/>
                <w:color w:val="000000"/>
                <w:lang w:val="uk-UA"/>
              </w:rPr>
              <w:t>14197</w:t>
            </w:r>
          </w:p>
        </w:tc>
        <w:tc>
          <w:tcPr>
            <w:tcW w:w="1701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</w:p>
          <w:p w:rsidR="00053140" w:rsidRPr="00C435A5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-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623C7C" w:rsidRDefault="00053140" w:rsidP="00DF716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3C7C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53140" w:rsidRPr="00641A23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5A5">
              <w:rPr>
                <w:rFonts w:ascii="Arial" w:hAnsi="Arial" w:cs="Arial"/>
                <w:sz w:val="24"/>
                <w:szCs w:val="24"/>
              </w:rPr>
              <w:t>7324580500</w:t>
            </w:r>
          </w:p>
        </w:tc>
        <w:tc>
          <w:tcPr>
            <w:tcW w:w="4536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C435A5">
              <w:rPr>
                <w:rFonts w:ascii="Arial" w:hAnsi="Arial" w:cs="Arial"/>
                <w:color w:val="000000"/>
                <w:lang w:val="uk-UA"/>
              </w:rPr>
              <w:t>Банилово-Підгірнівська сільська рада с Банилів-Підгірний</w:t>
            </w:r>
          </w:p>
        </w:tc>
        <w:tc>
          <w:tcPr>
            <w:tcW w:w="1417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4345</w:t>
            </w:r>
          </w:p>
        </w:tc>
        <w:tc>
          <w:tcPr>
            <w:tcW w:w="1701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1,5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623C7C" w:rsidRDefault="00053140" w:rsidP="00DF716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3C7C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53140" w:rsidRPr="00641A23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5A5">
              <w:rPr>
                <w:rFonts w:ascii="Arial" w:hAnsi="Arial" w:cs="Arial"/>
                <w:sz w:val="24"/>
                <w:szCs w:val="24"/>
              </w:rPr>
              <w:t>7324581000</w:t>
            </w:r>
          </w:p>
        </w:tc>
        <w:tc>
          <w:tcPr>
            <w:tcW w:w="4536" w:type="dxa"/>
          </w:tcPr>
          <w:p w:rsidR="00053140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C435A5">
              <w:rPr>
                <w:rFonts w:ascii="Arial" w:hAnsi="Arial" w:cs="Arial"/>
                <w:color w:val="000000"/>
                <w:lang w:val="uk-UA"/>
              </w:rPr>
              <w:t xml:space="preserve">Бобовецька сільська рада 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C435A5">
              <w:rPr>
                <w:rFonts w:ascii="Arial" w:hAnsi="Arial" w:cs="Arial"/>
                <w:color w:val="000000"/>
                <w:lang w:val="uk-UA"/>
              </w:rPr>
              <w:t>с.</w:t>
            </w:r>
            <w:r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r w:rsidRPr="00C435A5">
              <w:rPr>
                <w:rFonts w:ascii="Arial" w:hAnsi="Arial" w:cs="Arial"/>
                <w:color w:val="000000"/>
                <w:lang w:val="uk-UA"/>
              </w:rPr>
              <w:t>Бобівці</w:t>
            </w:r>
          </w:p>
        </w:tc>
        <w:tc>
          <w:tcPr>
            <w:tcW w:w="1417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C435A5">
              <w:rPr>
                <w:rFonts w:ascii="Arial" w:hAnsi="Arial" w:cs="Arial"/>
                <w:color w:val="000000"/>
                <w:lang w:val="uk-UA"/>
              </w:rPr>
              <w:t>1763</w:t>
            </w:r>
          </w:p>
        </w:tc>
        <w:tc>
          <w:tcPr>
            <w:tcW w:w="1701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C435A5">
              <w:rPr>
                <w:rFonts w:ascii="Arial" w:hAnsi="Arial" w:cs="Arial"/>
                <w:color w:val="000000"/>
                <w:lang w:val="uk-UA"/>
              </w:rPr>
              <w:t>15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623C7C" w:rsidRDefault="00053140" w:rsidP="00DF716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3C7C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53140" w:rsidRPr="00641A23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2CF2">
              <w:rPr>
                <w:rFonts w:ascii="Arial" w:hAnsi="Arial" w:cs="Arial"/>
                <w:sz w:val="24"/>
                <w:szCs w:val="24"/>
              </w:rPr>
              <w:t>7324583000</w:t>
            </w:r>
          </w:p>
        </w:tc>
        <w:tc>
          <w:tcPr>
            <w:tcW w:w="4536" w:type="dxa"/>
          </w:tcPr>
          <w:p w:rsidR="00053140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C435A5">
              <w:rPr>
                <w:rFonts w:ascii="Arial" w:hAnsi="Arial" w:cs="Arial"/>
                <w:color w:val="000000"/>
                <w:lang w:val="uk-UA"/>
              </w:rPr>
              <w:t xml:space="preserve">Давидівська сільська рада 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C435A5">
              <w:rPr>
                <w:rFonts w:ascii="Arial" w:hAnsi="Arial" w:cs="Arial"/>
                <w:color w:val="000000"/>
                <w:lang w:val="uk-UA"/>
              </w:rPr>
              <w:t>с.</w:t>
            </w:r>
            <w:r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r w:rsidRPr="00C435A5">
              <w:rPr>
                <w:rFonts w:ascii="Arial" w:hAnsi="Arial" w:cs="Arial"/>
                <w:color w:val="000000"/>
                <w:lang w:val="uk-UA"/>
              </w:rPr>
              <w:t>Давидівка</w:t>
            </w:r>
          </w:p>
        </w:tc>
        <w:tc>
          <w:tcPr>
            <w:tcW w:w="1417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3634</w:t>
            </w:r>
          </w:p>
        </w:tc>
        <w:tc>
          <w:tcPr>
            <w:tcW w:w="1701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20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623C7C" w:rsidRDefault="00053140" w:rsidP="00DF716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3C7C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53140" w:rsidRPr="00641A23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2CF2">
              <w:rPr>
                <w:rFonts w:ascii="Arial" w:hAnsi="Arial" w:cs="Arial"/>
                <w:sz w:val="24"/>
                <w:szCs w:val="24"/>
              </w:rPr>
              <w:t>7324583200</w:t>
            </w:r>
          </w:p>
        </w:tc>
        <w:tc>
          <w:tcPr>
            <w:tcW w:w="4536" w:type="dxa"/>
          </w:tcPr>
          <w:p w:rsidR="00053140" w:rsidRPr="00162CF2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Зруб-Комарівська сільська рада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с.Зруб-Комарівці</w:t>
            </w:r>
          </w:p>
        </w:tc>
        <w:tc>
          <w:tcPr>
            <w:tcW w:w="1417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1831</w:t>
            </w:r>
          </w:p>
        </w:tc>
        <w:tc>
          <w:tcPr>
            <w:tcW w:w="1701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20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623C7C" w:rsidRDefault="00053140" w:rsidP="00DF716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3C7C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53140" w:rsidRPr="00641A23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2CF2">
              <w:rPr>
                <w:rFonts w:ascii="Arial" w:hAnsi="Arial" w:cs="Arial"/>
                <w:sz w:val="24"/>
                <w:szCs w:val="24"/>
              </w:rPr>
              <w:t>7324585500</w:t>
            </w:r>
          </w:p>
        </w:tc>
        <w:tc>
          <w:tcPr>
            <w:tcW w:w="4536" w:type="dxa"/>
          </w:tcPr>
          <w:p w:rsidR="00053140" w:rsidRPr="00162CF2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Костинецька сільська рада</w:t>
            </w:r>
          </w:p>
          <w:p w:rsidR="00053140" w:rsidRPr="00162CF2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с. Костинці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с.Ясени</w:t>
            </w:r>
          </w:p>
        </w:tc>
        <w:tc>
          <w:tcPr>
            <w:tcW w:w="1417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1783</w:t>
            </w:r>
          </w:p>
        </w:tc>
        <w:tc>
          <w:tcPr>
            <w:tcW w:w="1701" w:type="dxa"/>
          </w:tcPr>
          <w:p w:rsidR="00053140" w:rsidRPr="00162CF2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18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16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623C7C" w:rsidRDefault="00053140" w:rsidP="00DF716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3C7C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53140" w:rsidRPr="00641A23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2CF2">
              <w:rPr>
                <w:rFonts w:ascii="Arial" w:hAnsi="Arial" w:cs="Arial"/>
                <w:sz w:val="24"/>
                <w:szCs w:val="24"/>
              </w:rPr>
              <w:t>7324587500</w:t>
            </w:r>
          </w:p>
        </w:tc>
        <w:tc>
          <w:tcPr>
            <w:tcW w:w="4536" w:type="dxa"/>
          </w:tcPr>
          <w:p w:rsidR="00053140" w:rsidRPr="00162CF2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Новобросковецька сільська рада</w:t>
            </w:r>
          </w:p>
          <w:p w:rsidR="00053140" w:rsidRPr="00162CF2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с.Заболоття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с.НовіБросківці</w:t>
            </w:r>
          </w:p>
        </w:tc>
        <w:tc>
          <w:tcPr>
            <w:tcW w:w="1417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2245</w:t>
            </w:r>
          </w:p>
        </w:tc>
        <w:tc>
          <w:tcPr>
            <w:tcW w:w="1701" w:type="dxa"/>
          </w:tcPr>
          <w:p w:rsidR="00053140" w:rsidRPr="00162CF2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8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13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623C7C" w:rsidRDefault="00053140" w:rsidP="00DF716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3C7C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53140" w:rsidRPr="00641A23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2CF2">
              <w:rPr>
                <w:rFonts w:ascii="Arial" w:hAnsi="Arial" w:cs="Arial"/>
                <w:sz w:val="24"/>
                <w:szCs w:val="24"/>
              </w:rPr>
              <w:t>7324584500</w:t>
            </w:r>
          </w:p>
        </w:tc>
        <w:tc>
          <w:tcPr>
            <w:tcW w:w="4536" w:type="dxa"/>
          </w:tcPr>
          <w:p w:rsidR="00053140" w:rsidRPr="00162CF2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Панківська сільська рада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с.Панка</w:t>
            </w:r>
          </w:p>
        </w:tc>
        <w:tc>
          <w:tcPr>
            <w:tcW w:w="1417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2810</w:t>
            </w:r>
          </w:p>
        </w:tc>
        <w:tc>
          <w:tcPr>
            <w:tcW w:w="1701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7</w:t>
            </w:r>
          </w:p>
        </w:tc>
      </w:tr>
      <w:tr w:rsidR="00053140" w:rsidRPr="00F06D45" w:rsidTr="00DF716A">
        <w:tc>
          <w:tcPr>
            <w:tcW w:w="534" w:type="dxa"/>
          </w:tcPr>
          <w:p w:rsidR="00053140" w:rsidRPr="00623C7C" w:rsidRDefault="00053140" w:rsidP="00DF716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3C7C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053140" w:rsidRPr="00641A23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2CF2">
              <w:rPr>
                <w:rFonts w:ascii="Arial" w:hAnsi="Arial" w:cs="Arial"/>
                <w:sz w:val="24"/>
                <w:szCs w:val="24"/>
              </w:rPr>
              <w:t>7324588300</w:t>
            </w:r>
          </w:p>
        </w:tc>
        <w:tc>
          <w:tcPr>
            <w:tcW w:w="4536" w:type="dxa"/>
          </w:tcPr>
          <w:p w:rsidR="00053140" w:rsidRPr="00162CF2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Слобода -Комарівська сільська рада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с. Слобода-Комарівці</w:t>
            </w:r>
          </w:p>
        </w:tc>
        <w:tc>
          <w:tcPr>
            <w:tcW w:w="1417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1085</w:t>
            </w:r>
          </w:p>
        </w:tc>
        <w:tc>
          <w:tcPr>
            <w:tcW w:w="1701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16</w:t>
            </w:r>
          </w:p>
        </w:tc>
      </w:tr>
      <w:tr w:rsidR="00053140" w:rsidRPr="00F06D45" w:rsidTr="00DF716A">
        <w:trPr>
          <w:trHeight w:val="892"/>
        </w:trPr>
        <w:tc>
          <w:tcPr>
            <w:tcW w:w="534" w:type="dxa"/>
          </w:tcPr>
          <w:p w:rsidR="00053140" w:rsidRPr="00623C7C" w:rsidRDefault="00053140" w:rsidP="00DF716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3C7C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053140" w:rsidRPr="00641A23" w:rsidRDefault="00053140" w:rsidP="00DF7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2CF2">
              <w:rPr>
                <w:rFonts w:ascii="Arial" w:hAnsi="Arial" w:cs="Arial"/>
                <w:sz w:val="24"/>
                <w:szCs w:val="24"/>
              </w:rPr>
              <w:t>7324585000</w:t>
            </w:r>
          </w:p>
        </w:tc>
        <w:tc>
          <w:tcPr>
            <w:tcW w:w="4536" w:type="dxa"/>
          </w:tcPr>
          <w:p w:rsidR="00053140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Комарівська сільська рада</w:t>
            </w:r>
          </w:p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с. Комарівці</w:t>
            </w:r>
          </w:p>
        </w:tc>
        <w:tc>
          <w:tcPr>
            <w:tcW w:w="1417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1264</w:t>
            </w:r>
          </w:p>
        </w:tc>
        <w:tc>
          <w:tcPr>
            <w:tcW w:w="1701" w:type="dxa"/>
          </w:tcPr>
          <w:p w:rsidR="00053140" w:rsidRPr="0060499E" w:rsidRDefault="00053140" w:rsidP="00DF716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162CF2">
              <w:rPr>
                <w:rFonts w:ascii="Arial" w:hAnsi="Arial" w:cs="Arial"/>
                <w:color w:val="000000"/>
                <w:lang w:val="uk-UA"/>
              </w:rPr>
              <w:t>15</w:t>
            </w:r>
          </w:p>
        </w:tc>
      </w:tr>
    </w:tbl>
    <w:p w:rsidR="00053140" w:rsidRDefault="00053140" w:rsidP="002957E0">
      <w:pPr>
        <w:spacing w:after="0" w:line="240" w:lineRule="auto"/>
      </w:pPr>
    </w:p>
    <w:p w:rsidR="00053140" w:rsidRDefault="00053140" w:rsidP="002957E0">
      <w:pPr>
        <w:spacing w:before="100" w:beforeAutospacing="1" w:after="100" w:afterAutospacing="1" w:line="240" w:lineRule="auto"/>
      </w:pPr>
    </w:p>
    <w:p w:rsidR="00053140" w:rsidRPr="003E7CB7" w:rsidRDefault="00053140" w:rsidP="002957E0">
      <w:pPr>
        <w:spacing w:before="100" w:beforeAutospacing="1" w:after="100" w:afterAutospacing="1" w:line="240" w:lineRule="auto"/>
      </w:pPr>
    </w:p>
    <w:p w:rsidR="00053140" w:rsidRDefault="00053140" w:rsidP="002957E0"/>
    <w:p w:rsidR="00053140" w:rsidRDefault="00053140" w:rsidP="00A77DC0"/>
    <w:p w:rsidR="00053140" w:rsidRDefault="00053140" w:rsidP="00A77DC0"/>
    <w:p w:rsidR="00053140" w:rsidRDefault="00053140" w:rsidP="00A77DC0"/>
    <w:p w:rsidR="00053140" w:rsidRDefault="00053140" w:rsidP="00A77DC0"/>
    <w:tbl>
      <w:tblPr>
        <w:tblpPr w:leftFromText="180" w:rightFromText="180" w:vertAnchor="page" w:horzAnchor="margin" w:tblpY="7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67"/>
      </w:tblGrid>
      <w:tr w:rsidR="00053140" w:rsidRPr="00F06D45" w:rsidTr="00AC1E9E">
        <w:tc>
          <w:tcPr>
            <w:tcW w:w="9967" w:type="dxa"/>
          </w:tcPr>
          <w:p w:rsidR="00053140" w:rsidRPr="00F06D45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F06D45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Графічна частина </w:t>
            </w:r>
          </w:p>
          <w:p w:rsidR="00053140" w:rsidRPr="007E26F4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Красноїльська селищна</w:t>
            </w:r>
            <w:r w:rsidRPr="002957E0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об’єднана</w:t>
            </w:r>
            <w:r w:rsidRPr="007E26F4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територіальна громада</w:t>
            </w:r>
          </w:p>
          <w:p w:rsidR="00053140" w:rsidRPr="00F06D45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E26F4">
              <w:rPr>
                <w:rFonts w:ascii="Arial" w:hAnsi="Arial" w:cs="Arial"/>
                <w:bCs/>
                <w:iCs/>
                <w:sz w:val="28"/>
                <w:szCs w:val="28"/>
              </w:rPr>
              <w:t>Потенційний адміністративний центр – с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мт. Красноїльськ</w:t>
            </w:r>
          </w:p>
        </w:tc>
      </w:tr>
      <w:tr w:rsidR="00053140" w:rsidRPr="00F06D45" w:rsidTr="00AC1E9E">
        <w:trPr>
          <w:trHeight w:val="9859"/>
        </w:trPr>
        <w:tc>
          <w:tcPr>
            <w:tcW w:w="9967" w:type="dxa"/>
          </w:tcPr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noProof/>
                <w:lang w:val="en-US"/>
              </w:rPr>
              <w:pict>
                <v:shape id="Рисунок 25" o:spid="_x0000_s1030" type="#_x0000_t75" style="position:absolute;left:0;text-align:left;margin-left:82.55pt;margin-top:61.95pt;width:301.4pt;height:285.15pt;z-index:251655680;visibility:visible;mso-position-horizontal-relative:page;mso-position-vertical-relative:page">
                  <v:imagedata r:id="rId9" o:title="" chromakey="white"/>
                  <w10:wrap anchorx="page" anchory="page"/>
                </v:shape>
              </w:pict>
            </w:r>
          </w:p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Pr="00C06C5B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:rsidR="00053140" w:rsidRPr="00F06D45" w:rsidRDefault="00053140" w:rsidP="00AC1E9E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</w:tc>
      </w:tr>
    </w:tbl>
    <w:p w:rsidR="00053140" w:rsidRDefault="00053140" w:rsidP="00A77DC0"/>
    <w:p w:rsidR="00053140" w:rsidRDefault="00053140" w:rsidP="00A77DC0"/>
    <w:p w:rsidR="00053140" w:rsidRDefault="00053140" w:rsidP="00A77DC0"/>
    <w:p w:rsidR="00053140" w:rsidRDefault="00053140" w:rsidP="00A77DC0"/>
    <w:p w:rsidR="00053140" w:rsidRDefault="00053140" w:rsidP="00A77DC0"/>
    <w:p w:rsidR="00053140" w:rsidRDefault="00053140" w:rsidP="00A77DC0"/>
    <w:p w:rsidR="00053140" w:rsidRPr="003E7CB7" w:rsidRDefault="00053140" w:rsidP="00C06C5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E7CB7">
        <w:rPr>
          <w:rFonts w:ascii="Arial" w:hAnsi="Arial" w:cs="Arial"/>
          <w:b/>
          <w:sz w:val="28"/>
          <w:szCs w:val="28"/>
        </w:rPr>
        <w:t>ПАСПОРТ</w:t>
      </w:r>
    </w:p>
    <w:p w:rsidR="00053140" w:rsidRDefault="00053140" w:rsidP="00C06C5B">
      <w:pPr>
        <w:spacing w:after="0" w:line="240" w:lineRule="auto"/>
        <w:jc w:val="center"/>
        <w:rPr>
          <w:rFonts w:ascii="Arial" w:hAnsi="Arial" w:cs="Arial"/>
          <w:bCs/>
          <w:iCs/>
          <w:sz w:val="28"/>
          <w:szCs w:val="28"/>
          <w:lang w:eastAsia="uk-UA"/>
        </w:rPr>
      </w:pPr>
      <w:r>
        <w:rPr>
          <w:rFonts w:ascii="Arial" w:hAnsi="Arial" w:cs="Arial"/>
          <w:bCs/>
          <w:iCs/>
          <w:sz w:val="28"/>
          <w:szCs w:val="28"/>
          <w:lang w:eastAsia="uk-UA"/>
        </w:rPr>
        <w:t>Красноїльської селищної об’єднаної територіальної громади</w:t>
      </w:r>
    </w:p>
    <w:p w:rsidR="00053140" w:rsidRPr="00F06D45" w:rsidRDefault="00053140" w:rsidP="00C06C5B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  <w:r w:rsidRPr="00F06D45">
        <w:rPr>
          <w:rFonts w:ascii="Arial" w:hAnsi="Arial" w:cs="Arial"/>
          <w:sz w:val="28"/>
          <w:szCs w:val="28"/>
          <w:lang w:eastAsia="uk-UA"/>
        </w:rPr>
        <w:t xml:space="preserve">Потенційний адміністративний центр </w:t>
      </w:r>
      <w:r>
        <w:rPr>
          <w:rFonts w:ascii="Arial" w:hAnsi="Arial" w:cs="Arial"/>
          <w:sz w:val="28"/>
          <w:szCs w:val="28"/>
          <w:lang w:eastAsia="uk-UA"/>
        </w:rPr>
        <w:t>– смт. Красноїльськ</w:t>
      </w:r>
    </w:p>
    <w:p w:rsidR="00053140" w:rsidRPr="00F06D45" w:rsidRDefault="00053140" w:rsidP="00C06C5B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</w:p>
    <w:tbl>
      <w:tblPr>
        <w:tblW w:w="9900" w:type="dxa"/>
        <w:tblInd w:w="-72" w:type="dxa"/>
        <w:tblLook w:val="00A0"/>
      </w:tblPr>
      <w:tblGrid>
        <w:gridCol w:w="603"/>
        <w:gridCol w:w="7515"/>
        <w:gridCol w:w="1782"/>
      </w:tblGrid>
      <w:tr w:rsidR="00053140" w:rsidRPr="00F06D45" w:rsidTr="00C06C5B">
        <w:trPr>
          <w:trHeight w:val="780"/>
        </w:trPr>
        <w:tc>
          <w:tcPr>
            <w:tcW w:w="8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Значення показника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Чисельність </w:t>
            </w:r>
            <w:r>
              <w:rPr>
                <w:rFonts w:ascii="Arial" w:hAnsi="Arial" w:cs="Arial"/>
                <w:sz w:val="24"/>
                <w:szCs w:val="24"/>
                <w:lang w:eastAsia="uk-UA"/>
              </w:rPr>
              <w:t>населення станом на 1 січня 2016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11167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 тому  числі  дітей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2696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дошкільного віку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1102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шкільного віку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 xml:space="preserve">        1594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454A1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 w:eastAsia="uk-UA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uk-UA"/>
              </w:rPr>
              <w:t>2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Обсяг доходів (розрахунковий) спроможної територіальної громади, гривень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B6221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8 365 428,0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сформованих відповідно до статті 64 Бюджетного Кодексу України 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 w:eastAsia="uk-UA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uk-UA"/>
              </w:rPr>
              <w:t>3 035 400,0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бюджету розвитку 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 xml:space="preserve">121 500,0 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базової дотації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B6221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5 208 528,0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реверсної дотації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-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Площа території спроможної територіальної громади кв. кілометрів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190,97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Кількість закладів, що утримуються за рахунок бюджетів органів місцевого самоврядування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17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І-ІІІ ступеня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3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І-ІІ ступеня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 ступеня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дошкільних навчальних закладів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3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позашкільної освіти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культури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5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фізичної культури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фельдшерсько-акушерських пунктів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а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мбулаторій</w:t>
            </w:r>
            <w:r>
              <w:rPr>
                <w:rFonts w:ascii="Arial" w:hAnsi="Arial" w:cs="Arial"/>
                <w:sz w:val="24"/>
                <w:szCs w:val="24"/>
                <w:lang w:eastAsia="uk-UA"/>
              </w:rPr>
              <w:t>,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 поліклінік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Лікарень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-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станцій швидкої допомоги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-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Наявність приміщень для розміщення державних органів,  установ, що здійснюють повноваження щодо: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6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правоохоронної діяльності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реєстрації актів цивільного стану та майнових прав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пенсійного забезпечення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соціального захисту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пожежної безпеки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C06C5B">
        <w:trPr>
          <w:trHeight w:val="3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казначейського обслуговування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C06C5B">
        <w:trPr>
          <w:trHeight w:val="13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C06C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Н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аявність приміщень  для розміщення органів місцевого самоврядування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</w:tbl>
    <w:p w:rsidR="00053140" w:rsidRPr="00CE41E7" w:rsidRDefault="00053140" w:rsidP="00C06C5B">
      <w:pPr>
        <w:spacing w:after="0" w:line="240" w:lineRule="auto"/>
        <w:rPr>
          <w:rFonts w:ascii="Arial" w:hAnsi="Arial" w:cs="Arial"/>
          <w:sz w:val="24"/>
          <w:szCs w:val="24"/>
          <w:lang w:val="en-US" w:eastAsia="uk-UA"/>
        </w:rPr>
      </w:pPr>
    </w:p>
    <w:p w:rsidR="00053140" w:rsidRPr="00F06D45" w:rsidRDefault="00053140" w:rsidP="00C06C5B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  <w:r w:rsidRPr="00F06D45">
        <w:rPr>
          <w:rFonts w:ascii="Arial" w:hAnsi="Arial" w:cs="Arial"/>
          <w:sz w:val="24"/>
          <w:szCs w:val="24"/>
          <w:lang w:eastAsia="uk-UA"/>
        </w:rPr>
        <w:t>Відомості про територіальні громади, що увійдуть до складу спроможної територіальної громади</w:t>
      </w:r>
    </w:p>
    <w:p w:rsidR="00053140" w:rsidRPr="00F06D45" w:rsidRDefault="00053140" w:rsidP="00C06C5B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59"/>
        <w:gridCol w:w="4536"/>
        <w:gridCol w:w="1417"/>
        <w:gridCol w:w="1701"/>
      </w:tblGrid>
      <w:tr w:rsidR="00053140" w:rsidRPr="00F06D45" w:rsidTr="00C06C5B">
        <w:tc>
          <w:tcPr>
            <w:tcW w:w="534" w:type="dxa"/>
          </w:tcPr>
          <w:p w:rsidR="00053140" w:rsidRPr="00231159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№</w:t>
            </w:r>
          </w:p>
        </w:tc>
        <w:tc>
          <w:tcPr>
            <w:tcW w:w="1559" w:type="dxa"/>
          </w:tcPr>
          <w:p w:rsidR="00053140" w:rsidRPr="00231159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Код КОАТУУ</w:t>
            </w:r>
          </w:p>
          <w:p w:rsidR="00053140" w:rsidRPr="00231159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Населеного пункту</w:t>
            </w:r>
          </w:p>
        </w:tc>
        <w:tc>
          <w:tcPr>
            <w:tcW w:w="4536" w:type="dxa"/>
          </w:tcPr>
          <w:p w:rsidR="00053140" w:rsidRPr="00231159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Найменування територіальних громад та населених пунктів, що входять до  їх складу. Із зазначенням адміністративного статусу</w:t>
            </w:r>
          </w:p>
        </w:tc>
        <w:tc>
          <w:tcPr>
            <w:tcW w:w="1417" w:type="dxa"/>
          </w:tcPr>
          <w:p w:rsidR="00053140" w:rsidRPr="00231159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Чисельніс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ть населення станом на 1.01.2016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р.</w:t>
            </w:r>
          </w:p>
        </w:tc>
        <w:tc>
          <w:tcPr>
            <w:tcW w:w="1701" w:type="dxa"/>
          </w:tcPr>
          <w:p w:rsidR="00053140" w:rsidRPr="00231159" w:rsidRDefault="00053140" w:rsidP="00C06C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>
              <w:rPr>
                <w:rFonts w:ascii="Arial" w:hAnsi="Arial" w:cs="Arial"/>
                <w:sz w:val="20"/>
                <w:szCs w:val="20"/>
                <w:lang w:eastAsia="uk-UA"/>
              </w:rPr>
              <w:t>Відстань до  адмін.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 xml:space="preserve"> центру 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СТГ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, кілометрів</w:t>
            </w:r>
          </w:p>
        </w:tc>
      </w:tr>
      <w:tr w:rsidR="00053140" w:rsidRPr="00F06D45" w:rsidTr="00C06C5B">
        <w:tc>
          <w:tcPr>
            <w:tcW w:w="534" w:type="dxa"/>
          </w:tcPr>
          <w:p w:rsidR="00053140" w:rsidRPr="00C64688" w:rsidRDefault="00053140" w:rsidP="00C06C5B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68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3140" w:rsidRPr="00641A23" w:rsidRDefault="00053140" w:rsidP="00C06C5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7324555400</w:t>
            </w:r>
          </w:p>
        </w:tc>
        <w:tc>
          <w:tcPr>
            <w:tcW w:w="4536" w:type="dxa"/>
          </w:tcPr>
          <w:p w:rsidR="00053140" w:rsidRPr="0060499E" w:rsidRDefault="00053140" w:rsidP="00C06C5B">
            <w:pPr>
              <w:pStyle w:val="rvps12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Красноїльська селищн</w:t>
            </w:r>
            <w:r w:rsidRPr="0060499E">
              <w:rPr>
                <w:rFonts w:ascii="Arial" w:hAnsi="Arial" w:cs="Arial"/>
                <w:color w:val="000000"/>
                <w:lang w:val="uk-UA"/>
              </w:rPr>
              <w:t>а рада</w:t>
            </w:r>
          </w:p>
          <w:p w:rsidR="00053140" w:rsidRPr="0060499E" w:rsidRDefault="00053140" w:rsidP="00C06C5B">
            <w:pPr>
              <w:pStyle w:val="rvps12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смт. Красноїльськ</w:t>
            </w:r>
          </w:p>
        </w:tc>
        <w:tc>
          <w:tcPr>
            <w:tcW w:w="1417" w:type="dxa"/>
          </w:tcPr>
          <w:p w:rsidR="00053140" w:rsidRPr="0060499E" w:rsidRDefault="00053140" w:rsidP="00C06C5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10 281</w:t>
            </w:r>
          </w:p>
        </w:tc>
        <w:tc>
          <w:tcPr>
            <w:tcW w:w="1701" w:type="dxa"/>
          </w:tcPr>
          <w:p w:rsidR="00053140" w:rsidRPr="0060499E" w:rsidRDefault="00053140" w:rsidP="00C06C5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</w:p>
          <w:p w:rsidR="00053140" w:rsidRPr="00AC7712" w:rsidRDefault="00053140" w:rsidP="00C06C5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-</w:t>
            </w:r>
          </w:p>
        </w:tc>
      </w:tr>
      <w:tr w:rsidR="00053140" w:rsidRPr="00F06D45" w:rsidTr="00C06C5B">
        <w:tc>
          <w:tcPr>
            <w:tcW w:w="534" w:type="dxa"/>
          </w:tcPr>
          <w:p w:rsidR="00053140" w:rsidRPr="00C64688" w:rsidRDefault="00053140" w:rsidP="00C06C5B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688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53140" w:rsidRPr="00641A23" w:rsidRDefault="00053140" w:rsidP="00C06C5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7324589600</w:t>
            </w:r>
          </w:p>
        </w:tc>
        <w:tc>
          <w:tcPr>
            <w:tcW w:w="4536" w:type="dxa"/>
          </w:tcPr>
          <w:p w:rsidR="00053140" w:rsidRPr="0060499E" w:rsidRDefault="00053140" w:rsidP="00C06C5B">
            <w:pPr>
              <w:pStyle w:val="rvps12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60499E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uk-UA"/>
              </w:rPr>
              <w:t xml:space="preserve">Старокрасношорська </w:t>
            </w:r>
            <w:r w:rsidRPr="0060499E">
              <w:rPr>
                <w:rFonts w:ascii="Arial" w:hAnsi="Arial" w:cs="Arial"/>
                <w:color w:val="000000"/>
                <w:lang w:val="uk-UA"/>
              </w:rPr>
              <w:t>сільська рада</w:t>
            </w:r>
          </w:p>
          <w:p w:rsidR="00053140" w:rsidRPr="0060499E" w:rsidRDefault="00053140" w:rsidP="00C06C5B">
            <w:pPr>
              <w:pStyle w:val="rvps12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60499E">
              <w:rPr>
                <w:rFonts w:ascii="Arial" w:hAnsi="Arial" w:cs="Arial"/>
                <w:color w:val="000000"/>
                <w:lang w:val="uk-UA"/>
              </w:rPr>
              <w:t>с.</w:t>
            </w:r>
            <w:r>
              <w:rPr>
                <w:rFonts w:ascii="Arial" w:hAnsi="Arial" w:cs="Arial"/>
                <w:color w:val="000000"/>
                <w:lang w:val="uk-UA"/>
              </w:rPr>
              <w:t xml:space="preserve"> Стара Красношора</w:t>
            </w:r>
          </w:p>
        </w:tc>
        <w:tc>
          <w:tcPr>
            <w:tcW w:w="1417" w:type="dxa"/>
          </w:tcPr>
          <w:p w:rsidR="00053140" w:rsidRPr="0060499E" w:rsidRDefault="00053140" w:rsidP="00C06C5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886</w:t>
            </w:r>
          </w:p>
        </w:tc>
        <w:tc>
          <w:tcPr>
            <w:tcW w:w="1701" w:type="dxa"/>
          </w:tcPr>
          <w:p w:rsidR="00053140" w:rsidRPr="0060499E" w:rsidRDefault="00053140" w:rsidP="00C06C5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</w:p>
          <w:p w:rsidR="00053140" w:rsidRPr="0060499E" w:rsidRDefault="00053140" w:rsidP="00C06C5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11</w:t>
            </w:r>
          </w:p>
        </w:tc>
      </w:tr>
    </w:tbl>
    <w:p w:rsidR="00053140" w:rsidRDefault="00053140" w:rsidP="00C06C5B"/>
    <w:p w:rsidR="00053140" w:rsidRDefault="00053140" w:rsidP="00C06C5B"/>
    <w:p w:rsidR="00053140" w:rsidRDefault="00053140" w:rsidP="00C06C5B"/>
    <w:p w:rsidR="00053140" w:rsidRDefault="00053140" w:rsidP="00A77DC0"/>
    <w:p w:rsidR="00053140" w:rsidRDefault="00053140" w:rsidP="00A77DC0"/>
    <w:p w:rsidR="00053140" w:rsidRDefault="00053140" w:rsidP="00A77DC0"/>
    <w:p w:rsidR="00053140" w:rsidRDefault="00053140" w:rsidP="00A77DC0"/>
    <w:p w:rsidR="00053140" w:rsidRPr="00AB7266" w:rsidRDefault="00053140" w:rsidP="00A77DC0">
      <w:pPr>
        <w:rPr>
          <w:rFonts w:ascii="Times New Roman" w:hAnsi="Times New Roman"/>
          <w:color w:val="C00000"/>
          <w:sz w:val="28"/>
          <w:szCs w:val="28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67"/>
      </w:tblGrid>
      <w:tr w:rsidR="00053140" w:rsidRPr="00F06D45" w:rsidTr="00C06C5B">
        <w:tc>
          <w:tcPr>
            <w:tcW w:w="9967" w:type="dxa"/>
          </w:tcPr>
          <w:p w:rsidR="00053140" w:rsidRPr="00F06D45" w:rsidRDefault="00053140" w:rsidP="00C06C5B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F06D45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Графічна частина </w:t>
            </w:r>
          </w:p>
          <w:p w:rsidR="00053140" w:rsidRPr="007E26F4" w:rsidRDefault="00053140" w:rsidP="00C06C5B">
            <w:pPr>
              <w:spacing w:after="0" w:line="360" w:lineRule="auto"/>
              <w:jc w:val="center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Чудейська</w:t>
            </w:r>
            <w:r w:rsidRPr="002957E0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сільська об’єднана</w:t>
            </w:r>
            <w:r w:rsidRPr="007E26F4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територіальна громада</w:t>
            </w:r>
          </w:p>
          <w:p w:rsidR="00053140" w:rsidRPr="00F06D45" w:rsidRDefault="00053140" w:rsidP="00C06C5B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E26F4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Потенційний адміністративний центр – с. 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Чудей</w:t>
            </w:r>
          </w:p>
        </w:tc>
      </w:tr>
      <w:tr w:rsidR="00053140" w:rsidRPr="00F06D45" w:rsidTr="00C06C5B">
        <w:tc>
          <w:tcPr>
            <w:tcW w:w="9967" w:type="dxa"/>
          </w:tcPr>
          <w:p w:rsidR="00053140" w:rsidRDefault="00053140" w:rsidP="00C06C5B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:rsidR="00053140" w:rsidRDefault="00053140" w:rsidP="00C06C5B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C06C5B">
            <w:pPr>
              <w:spacing w:after="0" w:line="360" w:lineRule="auto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  <w:p w:rsidR="00053140" w:rsidRDefault="00053140" w:rsidP="00C06C5B">
            <w:pPr>
              <w:spacing w:after="0"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pict>
                <v:shape id="Рисунок 26" o:spid="_x0000_i1025" type="#_x0000_t75" style="width:261pt;height:293.25pt;visibility:visible" o:allowincell="f">
                  <v:imagedata r:id="rId10" o:title=""/>
                </v:shape>
              </w:pict>
            </w:r>
          </w:p>
          <w:p w:rsidR="00053140" w:rsidRPr="00F06D45" w:rsidRDefault="00053140" w:rsidP="00C06C5B">
            <w:pPr>
              <w:spacing w:after="0" w:line="360" w:lineRule="auto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</w:tc>
      </w:tr>
    </w:tbl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Pr="003E7CB7" w:rsidRDefault="00053140" w:rsidP="00762C0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E7CB7">
        <w:rPr>
          <w:rFonts w:ascii="Arial" w:hAnsi="Arial" w:cs="Arial"/>
          <w:b/>
          <w:sz w:val="28"/>
          <w:szCs w:val="28"/>
        </w:rPr>
        <w:t>ПАСПОРТ</w:t>
      </w:r>
    </w:p>
    <w:p w:rsidR="00053140" w:rsidRDefault="00053140" w:rsidP="00762C07">
      <w:pPr>
        <w:spacing w:after="0" w:line="240" w:lineRule="auto"/>
        <w:jc w:val="center"/>
        <w:rPr>
          <w:rFonts w:ascii="Arial" w:hAnsi="Arial" w:cs="Arial"/>
          <w:bCs/>
          <w:iCs/>
          <w:sz w:val="28"/>
          <w:szCs w:val="28"/>
          <w:lang w:eastAsia="uk-UA"/>
        </w:rPr>
      </w:pPr>
      <w:r>
        <w:rPr>
          <w:rFonts w:ascii="Arial" w:hAnsi="Arial" w:cs="Arial"/>
          <w:bCs/>
          <w:iCs/>
          <w:sz w:val="28"/>
          <w:szCs w:val="28"/>
          <w:lang w:eastAsia="uk-UA"/>
        </w:rPr>
        <w:t>Чудейської сільської об’єднаної територіальної громади</w:t>
      </w:r>
    </w:p>
    <w:p w:rsidR="00053140" w:rsidRPr="00F06D45" w:rsidRDefault="00053140" w:rsidP="00762C07">
      <w:pPr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  <w:lang w:eastAsia="uk-UA"/>
        </w:rPr>
      </w:pPr>
      <w:r w:rsidRPr="00F06D45">
        <w:rPr>
          <w:rFonts w:ascii="Arial" w:hAnsi="Arial" w:cs="Arial"/>
          <w:sz w:val="28"/>
          <w:szCs w:val="28"/>
          <w:lang w:eastAsia="uk-UA"/>
        </w:rPr>
        <w:t xml:space="preserve">Потенційний адміністративний центр </w:t>
      </w:r>
      <w:r>
        <w:rPr>
          <w:rFonts w:ascii="Arial" w:hAnsi="Arial" w:cs="Arial"/>
          <w:sz w:val="28"/>
          <w:szCs w:val="28"/>
          <w:lang w:eastAsia="uk-UA"/>
        </w:rPr>
        <w:t>– с. Чудей</w:t>
      </w:r>
    </w:p>
    <w:p w:rsidR="00053140" w:rsidRPr="00F06D45" w:rsidRDefault="00053140" w:rsidP="00762C07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</w:p>
    <w:tbl>
      <w:tblPr>
        <w:tblW w:w="9735" w:type="dxa"/>
        <w:tblInd w:w="93" w:type="dxa"/>
        <w:tblLook w:val="00A0"/>
      </w:tblPr>
      <w:tblGrid>
        <w:gridCol w:w="438"/>
        <w:gridCol w:w="7515"/>
        <w:gridCol w:w="1782"/>
      </w:tblGrid>
      <w:tr w:rsidR="00053140" w:rsidRPr="00F06D45" w:rsidTr="0028682C">
        <w:trPr>
          <w:trHeight w:val="78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Значення показника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Чисельність </w:t>
            </w:r>
            <w:r>
              <w:rPr>
                <w:rFonts w:ascii="Arial" w:hAnsi="Arial" w:cs="Arial"/>
                <w:sz w:val="24"/>
                <w:szCs w:val="24"/>
                <w:lang w:eastAsia="uk-UA"/>
              </w:rPr>
              <w:t>населення станом на 1 січня 2016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12012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 тому  числі  дітей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3033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дошкільного віку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1261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шкільного віку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 xml:space="preserve">        1772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454A1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 w:eastAsia="uk-UA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uk-UA"/>
              </w:rPr>
              <w:t>3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Обсяг доходів (розрахунковий) спроможної територіальної громади, гривень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B6221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8 446 766,0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сформованих відповідно до статті 64 Бюджетного Кодексу України 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 w:eastAsia="uk-UA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uk-UA"/>
              </w:rPr>
              <w:t>3 372 200,0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бюджету розвитку 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69 913,0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базової дотації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B6221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5 004 653,0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реверсної дотації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Площа території спроможної територіальної громади кв. кілометрів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85,66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Кількість закладів, що утримуються за рахунок бюджетів органів місцевого самоврядування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19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І-ІІІ ступеня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3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І-ІІ ступеня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загальноосвітніх навчальних закладів І ступеня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дошкільних навчальних закладів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позашкільної освіти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культури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8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закладів фізичної культури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фельдшерсько-акушерських пунктів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а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мбулаторій</w:t>
            </w:r>
            <w:r>
              <w:rPr>
                <w:rFonts w:ascii="Arial" w:hAnsi="Arial" w:cs="Arial"/>
                <w:sz w:val="24"/>
                <w:szCs w:val="24"/>
                <w:lang w:eastAsia="uk-UA"/>
              </w:rPr>
              <w:t>,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 xml:space="preserve"> поліклінік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2E223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2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лікарень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станцій швидкої допомоги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0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Наявність приміщень для розміщення державних органів,  установ, що здійснюють повноваження щодо: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6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правоохоронної діяльності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реєстрації актів цивільного стану та майнових прав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пенсійного забезпечення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соціального захисту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пожежної безпеки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казначейського обслуговування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  <w:tr w:rsidR="00053140" w:rsidRPr="00F06D45" w:rsidTr="0028682C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53140" w:rsidRPr="00F06D45" w:rsidRDefault="00053140" w:rsidP="002868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Н</w:t>
            </w:r>
            <w:r w:rsidRPr="00F06D45">
              <w:rPr>
                <w:rFonts w:ascii="Arial" w:hAnsi="Arial" w:cs="Arial"/>
                <w:sz w:val="24"/>
                <w:szCs w:val="24"/>
                <w:lang w:eastAsia="uk-UA"/>
              </w:rPr>
              <w:t>аявність приміщень  для розміщення органів місцевого самоврядування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40" w:rsidRPr="00F06D45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sz w:val="24"/>
                <w:szCs w:val="24"/>
                <w:lang w:eastAsia="uk-UA"/>
              </w:rPr>
              <w:t>Є</w:t>
            </w:r>
          </w:p>
        </w:tc>
      </w:tr>
    </w:tbl>
    <w:p w:rsidR="00053140" w:rsidRPr="00CE41E7" w:rsidRDefault="00053140" w:rsidP="00762C07">
      <w:pPr>
        <w:spacing w:after="0" w:line="240" w:lineRule="auto"/>
        <w:rPr>
          <w:rFonts w:ascii="Arial" w:hAnsi="Arial" w:cs="Arial"/>
          <w:sz w:val="24"/>
          <w:szCs w:val="24"/>
          <w:lang w:val="en-US" w:eastAsia="uk-UA"/>
        </w:rPr>
      </w:pPr>
    </w:p>
    <w:p w:rsidR="00053140" w:rsidRPr="00F06D45" w:rsidRDefault="00053140" w:rsidP="00762C07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  <w:r w:rsidRPr="00F06D45">
        <w:rPr>
          <w:rFonts w:ascii="Arial" w:hAnsi="Arial" w:cs="Arial"/>
          <w:sz w:val="24"/>
          <w:szCs w:val="24"/>
          <w:lang w:eastAsia="uk-UA"/>
        </w:rPr>
        <w:t>Відомості про територіальні громади, що увійдуть до складу спроможної територіальної громади</w:t>
      </w:r>
    </w:p>
    <w:p w:rsidR="00053140" w:rsidRPr="00F06D45" w:rsidRDefault="00053140" w:rsidP="00762C07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59"/>
        <w:gridCol w:w="4536"/>
        <w:gridCol w:w="1417"/>
        <w:gridCol w:w="1701"/>
      </w:tblGrid>
      <w:tr w:rsidR="00053140" w:rsidRPr="00F06D45" w:rsidTr="0028682C">
        <w:tc>
          <w:tcPr>
            <w:tcW w:w="534" w:type="dxa"/>
          </w:tcPr>
          <w:p w:rsidR="00053140" w:rsidRPr="00231159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№</w:t>
            </w:r>
          </w:p>
        </w:tc>
        <w:tc>
          <w:tcPr>
            <w:tcW w:w="1559" w:type="dxa"/>
          </w:tcPr>
          <w:p w:rsidR="00053140" w:rsidRPr="00231159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Код КОАТУУ</w:t>
            </w:r>
          </w:p>
          <w:p w:rsidR="00053140" w:rsidRPr="00231159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Населеного пункту</w:t>
            </w:r>
          </w:p>
        </w:tc>
        <w:tc>
          <w:tcPr>
            <w:tcW w:w="4536" w:type="dxa"/>
          </w:tcPr>
          <w:p w:rsidR="00053140" w:rsidRPr="00231159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Найменування територіальних громад та населених пунктів, що входять до  їх складу. Із зазначенням адміністративного статусу</w:t>
            </w:r>
          </w:p>
        </w:tc>
        <w:tc>
          <w:tcPr>
            <w:tcW w:w="1417" w:type="dxa"/>
          </w:tcPr>
          <w:p w:rsidR="00053140" w:rsidRPr="00231159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Чисельніс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ть населення станом на 1.01.2016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р.</w:t>
            </w:r>
          </w:p>
        </w:tc>
        <w:tc>
          <w:tcPr>
            <w:tcW w:w="1701" w:type="dxa"/>
          </w:tcPr>
          <w:p w:rsidR="00053140" w:rsidRPr="00231159" w:rsidRDefault="00053140" w:rsidP="002868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uk-UA"/>
              </w:rPr>
            </w:pPr>
            <w:r>
              <w:rPr>
                <w:rFonts w:ascii="Arial" w:hAnsi="Arial" w:cs="Arial"/>
                <w:sz w:val="20"/>
                <w:szCs w:val="20"/>
                <w:lang w:eastAsia="uk-UA"/>
              </w:rPr>
              <w:t>Відстань до  адмін.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 xml:space="preserve"> центру 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СТГ</w:t>
            </w:r>
            <w:r w:rsidRPr="00231159">
              <w:rPr>
                <w:rFonts w:ascii="Arial" w:hAnsi="Arial" w:cs="Arial"/>
                <w:sz w:val="20"/>
                <w:szCs w:val="20"/>
                <w:lang w:eastAsia="uk-UA"/>
              </w:rPr>
              <w:t>, кілометрів</w:t>
            </w:r>
          </w:p>
        </w:tc>
      </w:tr>
      <w:tr w:rsidR="00053140" w:rsidRPr="00F06D45" w:rsidTr="0028682C">
        <w:tc>
          <w:tcPr>
            <w:tcW w:w="534" w:type="dxa"/>
          </w:tcPr>
          <w:p w:rsidR="00053140" w:rsidRPr="008B5ACB" w:rsidRDefault="00053140" w:rsidP="0028682C">
            <w:pPr>
              <w:spacing w:after="0"/>
              <w:rPr>
                <w:rFonts w:ascii="Arial" w:hAnsi="Arial" w:cs="Arial"/>
                <w:color w:val="000000"/>
              </w:rPr>
            </w:pPr>
            <w:r w:rsidRPr="008B5A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59" w:type="dxa"/>
          </w:tcPr>
          <w:p w:rsidR="00053140" w:rsidRPr="00641A23" w:rsidRDefault="00053140" w:rsidP="0028682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7324586000</w:t>
            </w:r>
          </w:p>
        </w:tc>
        <w:tc>
          <w:tcPr>
            <w:tcW w:w="4536" w:type="dxa"/>
          </w:tcPr>
          <w:p w:rsidR="00053140" w:rsidRPr="0060499E" w:rsidRDefault="00053140" w:rsidP="0028682C">
            <w:pPr>
              <w:pStyle w:val="rvps12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 xml:space="preserve">Чудейська </w:t>
            </w:r>
            <w:r w:rsidRPr="0060499E">
              <w:rPr>
                <w:rFonts w:ascii="Arial" w:hAnsi="Arial" w:cs="Arial"/>
                <w:color w:val="000000"/>
                <w:lang w:val="uk-UA"/>
              </w:rPr>
              <w:t>сільська рада</w:t>
            </w:r>
          </w:p>
          <w:p w:rsidR="00053140" w:rsidRPr="0060499E" w:rsidRDefault="00053140" w:rsidP="0028682C">
            <w:pPr>
              <w:pStyle w:val="rvps12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с. Чудей</w:t>
            </w:r>
          </w:p>
          <w:p w:rsidR="00053140" w:rsidRPr="0060499E" w:rsidRDefault="00053140" w:rsidP="0028682C">
            <w:pPr>
              <w:pStyle w:val="rvps12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с. Нова Красношора</w:t>
            </w:r>
          </w:p>
        </w:tc>
        <w:tc>
          <w:tcPr>
            <w:tcW w:w="1417" w:type="dxa"/>
          </w:tcPr>
          <w:p w:rsidR="00053140" w:rsidRPr="0060499E" w:rsidRDefault="00053140" w:rsidP="0028682C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6026</w:t>
            </w:r>
          </w:p>
        </w:tc>
        <w:tc>
          <w:tcPr>
            <w:tcW w:w="1701" w:type="dxa"/>
          </w:tcPr>
          <w:p w:rsidR="00053140" w:rsidRPr="0060499E" w:rsidRDefault="00053140" w:rsidP="0028682C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</w:p>
          <w:p w:rsidR="00053140" w:rsidRPr="00C23DF8" w:rsidRDefault="00053140" w:rsidP="0028682C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-</w:t>
            </w:r>
          </w:p>
          <w:p w:rsidR="00053140" w:rsidRPr="00F01DFF" w:rsidRDefault="00053140" w:rsidP="0028682C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6</w:t>
            </w:r>
          </w:p>
        </w:tc>
      </w:tr>
      <w:tr w:rsidR="00053140" w:rsidRPr="00F06D45" w:rsidTr="0028682C">
        <w:tc>
          <w:tcPr>
            <w:tcW w:w="534" w:type="dxa"/>
          </w:tcPr>
          <w:p w:rsidR="00053140" w:rsidRPr="008B5ACB" w:rsidRDefault="00053140" w:rsidP="0028682C">
            <w:pPr>
              <w:spacing w:after="0"/>
              <w:rPr>
                <w:rFonts w:ascii="Arial" w:hAnsi="Arial" w:cs="Arial"/>
                <w:color w:val="000000"/>
              </w:rPr>
            </w:pPr>
            <w:r w:rsidRPr="008B5A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59" w:type="dxa"/>
          </w:tcPr>
          <w:p w:rsidR="00053140" w:rsidRPr="00641A23" w:rsidRDefault="00053140" w:rsidP="0028682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7324583500</w:t>
            </w:r>
          </w:p>
        </w:tc>
        <w:tc>
          <w:tcPr>
            <w:tcW w:w="4536" w:type="dxa"/>
          </w:tcPr>
          <w:p w:rsidR="00053140" w:rsidRPr="0060499E" w:rsidRDefault="00053140" w:rsidP="0028682C">
            <w:pPr>
              <w:pStyle w:val="rvps12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Їжів</w:t>
            </w:r>
            <w:r w:rsidRPr="0060499E">
              <w:rPr>
                <w:rFonts w:ascii="Arial" w:hAnsi="Arial" w:cs="Arial"/>
                <w:color w:val="000000"/>
                <w:lang w:val="uk-UA"/>
              </w:rPr>
              <w:t>ська сільська рада</w:t>
            </w:r>
          </w:p>
          <w:p w:rsidR="00053140" w:rsidRPr="0060499E" w:rsidRDefault="00053140" w:rsidP="0028682C">
            <w:pPr>
              <w:pStyle w:val="rvps12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 w:rsidRPr="0060499E">
              <w:rPr>
                <w:rFonts w:ascii="Arial" w:hAnsi="Arial" w:cs="Arial"/>
                <w:color w:val="000000"/>
                <w:lang w:val="uk-UA"/>
              </w:rPr>
              <w:t>с.</w:t>
            </w:r>
            <w:r>
              <w:rPr>
                <w:rFonts w:ascii="Arial" w:hAnsi="Arial" w:cs="Arial"/>
                <w:color w:val="000000"/>
                <w:lang w:val="uk-UA"/>
              </w:rPr>
              <w:t xml:space="preserve"> Їжівці</w:t>
            </w:r>
          </w:p>
        </w:tc>
        <w:tc>
          <w:tcPr>
            <w:tcW w:w="1417" w:type="dxa"/>
          </w:tcPr>
          <w:p w:rsidR="00053140" w:rsidRPr="0060499E" w:rsidRDefault="00053140" w:rsidP="0028682C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5986</w:t>
            </w:r>
          </w:p>
        </w:tc>
        <w:tc>
          <w:tcPr>
            <w:tcW w:w="1701" w:type="dxa"/>
          </w:tcPr>
          <w:p w:rsidR="00053140" w:rsidRPr="0060499E" w:rsidRDefault="00053140" w:rsidP="0028682C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</w:p>
          <w:p w:rsidR="00053140" w:rsidRPr="0060499E" w:rsidRDefault="00053140" w:rsidP="0028682C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11</w:t>
            </w:r>
          </w:p>
        </w:tc>
      </w:tr>
    </w:tbl>
    <w:p w:rsidR="00053140" w:rsidRDefault="00053140" w:rsidP="00762C07"/>
    <w:p w:rsidR="00053140" w:rsidRDefault="00053140" w:rsidP="00762C07"/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p w:rsidR="00053140" w:rsidRDefault="00053140" w:rsidP="00E967EA">
      <w:pPr>
        <w:rPr>
          <w:rFonts w:ascii="Arial" w:hAnsi="Arial" w:cs="Arial"/>
        </w:rPr>
      </w:pPr>
    </w:p>
    <w:sectPr w:rsidR="00053140" w:rsidSect="00621C71">
      <w:pgSz w:w="12240" w:h="15840"/>
      <w:pgMar w:top="851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02FF" w:usb1="5000205B" w:usb2="00000001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D1925"/>
    <w:multiLevelType w:val="hybridMultilevel"/>
    <w:tmpl w:val="5854E7D2"/>
    <w:lvl w:ilvl="0" w:tplc="475ADE9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3C4C760E"/>
    <w:multiLevelType w:val="hybridMultilevel"/>
    <w:tmpl w:val="8C065DB0"/>
    <w:lvl w:ilvl="0" w:tplc="0419000F">
      <w:start w:val="1"/>
      <w:numFmt w:val="decimal"/>
      <w:lvlText w:val="%1."/>
      <w:lvlJc w:val="left"/>
      <w:pPr>
        <w:ind w:left="9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2">
    <w:nsid w:val="45A0475D"/>
    <w:multiLevelType w:val="hybridMultilevel"/>
    <w:tmpl w:val="6F5CC058"/>
    <w:lvl w:ilvl="0" w:tplc="6066978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FC20D6D"/>
    <w:multiLevelType w:val="hybridMultilevel"/>
    <w:tmpl w:val="95869E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38AC"/>
    <w:rsid w:val="00003EAC"/>
    <w:rsid w:val="00004532"/>
    <w:rsid w:val="0000799E"/>
    <w:rsid w:val="0001428C"/>
    <w:rsid w:val="0002248C"/>
    <w:rsid w:val="00023C3B"/>
    <w:rsid w:val="0002454F"/>
    <w:rsid w:val="0003074A"/>
    <w:rsid w:val="000328D1"/>
    <w:rsid w:val="0004302F"/>
    <w:rsid w:val="00043DDB"/>
    <w:rsid w:val="00050D07"/>
    <w:rsid w:val="00053140"/>
    <w:rsid w:val="00053837"/>
    <w:rsid w:val="00057ED7"/>
    <w:rsid w:val="000626B7"/>
    <w:rsid w:val="0006359E"/>
    <w:rsid w:val="00065FBE"/>
    <w:rsid w:val="00067B93"/>
    <w:rsid w:val="00071EEB"/>
    <w:rsid w:val="0008407C"/>
    <w:rsid w:val="0008422D"/>
    <w:rsid w:val="00095950"/>
    <w:rsid w:val="000A6C71"/>
    <w:rsid w:val="000A7803"/>
    <w:rsid w:val="000B0B47"/>
    <w:rsid w:val="000B2A67"/>
    <w:rsid w:val="000B4866"/>
    <w:rsid w:val="000C08F1"/>
    <w:rsid w:val="000C42A6"/>
    <w:rsid w:val="000C4FE2"/>
    <w:rsid w:val="000C6F24"/>
    <w:rsid w:val="000C7374"/>
    <w:rsid w:val="000D4932"/>
    <w:rsid w:val="000D7971"/>
    <w:rsid w:val="000E1BBD"/>
    <w:rsid w:val="000E30DB"/>
    <w:rsid w:val="000F400A"/>
    <w:rsid w:val="00106793"/>
    <w:rsid w:val="001076E7"/>
    <w:rsid w:val="00112B2E"/>
    <w:rsid w:val="001142CC"/>
    <w:rsid w:val="001148C9"/>
    <w:rsid w:val="0011797F"/>
    <w:rsid w:val="00121C36"/>
    <w:rsid w:val="00130FD2"/>
    <w:rsid w:val="00133AAB"/>
    <w:rsid w:val="001343DB"/>
    <w:rsid w:val="00136DE2"/>
    <w:rsid w:val="001412BC"/>
    <w:rsid w:val="00141BB9"/>
    <w:rsid w:val="001429EE"/>
    <w:rsid w:val="0014367B"/>
    <w:rsid w:val="00143F14"/>
    <w:rsid w:val="00151FCD"/>
    <w:rsid w:val="00162CF2"/>
    <w:rsid w:val="00162DF4"/>
    <w:rsid w:val="00163426"/>
    <w:rsid w:val="00165976"/>
    <w:rsid w:val="00165D84"/>
    <w:rsid w:val="00166324"/>
    <w:rsid w:val="00167FE2"/>
    <w:rsid w:val="0017507C"/>
    <w:rsid w:val="001774B5"/>
    <w:rsid w:val="00182792"/>
    <w:rsid w:val="00194A00"/>
    <w:rsid w:val="00195C42"/>
    <w:rsid w:val="00196543"/>
    <w:rsid w:val="001A63E0"/>
    <w:rsid w:val="001B6371"/>
    <w:rsid w:val="001C4171"/>
    <w:rsid w:val="001C4E0D"/>
    <w:rsid w:val="001D189C"/>
    <w:rsid w:val="001D2D4A"/>
    <w:rsid w:val="001D3E3A"/>
    <w:rsid w:val="001D5C6A"/>
    <w:rsid w:val="001E0F00"/>
    <w:rsid w:val="001E6126"/>
    <w:rsid w:val="001E61C2"/>
    <w:rsid w:val="001F011C"/>
    <w:rsid w:val="001F0EFF"/>
    <w:rsid w:val="001F6114"/>
    <w:rsid w:val="00201FD1"/>
    <w:rsid w:val="00212241"/>
    <w:rsid w:val="002145AF"/>
    <w:rsid w:val="002228C0"/>
    <w:rsid w:val="00223814"/>
    <w:rsid w:val="00231159"/>
    <w:rsid w:val="00242D9A"/>
    <w:rsid w:val="00255F83"/>
    <w:rsid w:val="00261755"/>
    <w:rsid w:val="00262E8D"/>
    <w:rsid w:val="00271089"/>
    <w:rsid w:val="002719D6"/>
    <w:rsid w:val="002753A0"/>
    <w:rsid w:val="00281D7C"/>
    <w:rsid w:val="002833F3"/>
    <w:rsid w:val="00283DE9"/>
    <w:rsid w:val="0028682C"/>
    <w:rsid w:val="00287238"/>
    <w:rsid w:val="00287A1F"/>
    <w:rsid w:val="00287AC1"/>
    <w:rsid w:val="00287E90"/>
    <w:rsid w:val="002905FA"/>
    <w:rsid w:val="002957E0"/>
    <w:rsid w:val="002959FF"/>
    <w:rsid w:val="002A11CF"/>
    <w:rsid w:val="002A62D8"/>
    <w:rsid w:val="002B5C11"/>
    <w:rsid w:val="002D4E13"/>
    <w:rsid w:val="002D5B82"/>
    <w:rsid w:val="002D6353"/>
    <w:rsid w:val="002D69C5"/>
    <w:rsid w:val="002E0C18"/>
    <w:rsid w:val="002E2235"/>
    <w:rsid w:val="002E47FE"/>
    <w:rsid w:val="002E5B3E"/>
    <w:rsid w:val="002F3AFE"/>
    <w:rsid w:val="002F7F26"/>
    <w:rsid w:val="00303ACC"/>
    <w:rsid w:val="00304FC7"/>
    <w:rsid w:val="0030634F"/>
    <w:rsid w:val="00312D90"/>
    <w:rsid w:val="00312E8F"/>
    <w:rsid w:val="00314641"/>
    <w:rsid w:val="00320711"/>
    <w:rsid w:val="003254D8"/>
    <w:rsid w:val="00333559"/>
    <w:rsid w:val="003429E6"/>
    <w:rsid w:val="00354EBF"/>
    <w:rsid w:val="0035502B"/>
    <w:rsid w:val="003637CD"/>
    <w:rsid w:val="00366FF2"/>
    <w:rsid w:val="00372C58"/>
    <w:rsid w:val="00377B15"/>
    <w:rsid w:val="00391A44"/>
    <w:rsid w:val="00396836"/>
    <w:rsid w:val="003A4710"/>
    <w:rsid w:val="003B0EDC"/>
    <w:rsid w:val="003C3DA1"/>
    <w:rsid w:val="003C793E"/>
    <w:rsid w:val="003D4D29"/>
    <w:rsid w:val="003D6012"/>
    <w:rsid w:val="003E052D"/>
    <w:rsid w:val="003E0917"/>
    <w:rsid w:val="003E3EE5"/>
    <w:rsid w:val="003E7CB7"/>
    <w:rsid w:val="003F02FE"/>
    <w:rsid w:val="00402153"/>
    <w:rsid w:val="0040530F"/>
    <w:rsid w:val="00417892"/>
    <w:rsid w:val="004213EC"/>
    <w:rsid w:val="0042140B"/>
    <w:rsid w:val="00426F0A"/>
    <w:rsid w:val="00427A52"/>
    <w:rsid w:val="00434FFD"/>
    <w:rsid w:val="004404A7"/>
    <w:rsid w:val="004423D3"/>
    <w:rsid w:val="00446622"/>
    <w:rsid w:val="00447FDE"/>
    <w:rsid w:val="004503AE"/>
    <w:rsid w:val="00454A15"/>
    <w:rsid w:val="00454CD7"/>
    <w:rsid w:val="00456AC2"/>
    <w:rsid w:val="0046134D"/>
    <w:rsid w:val="00463A46"/>
    <w:rsid w:val="00467267"/>
    <w:rsid w:val="00467972"/>
    <w:rsid w:val="004802A0"/>
    <w:rsid w:val="00491543"/>
    <w:rsid w:val="00493E1D"/>
    <w:rsid w:val="0049535B"/>
    <w:rsid w:val="004A3F43"/>
    <w:rsid w:val="004A410C"/>
    <w:rsid w:val="004A7F7E"/>
    <w:rsid w:val="004B21FD"/>
    <w:rsid w:val="004B2904"/>
    <w:rsid w:val="004B3536"/>
    <w:rsid w:val="004C63F7"/>
    <w:rsid w:val="004C7CFC"/>
    <w:rsid w:val="004D37DF"/>
    <w:rsid w:val="004D420A"/>
    <w:rsid w:val="004E1356"/>
    <w:rsid w:val="004E29CB"/>
    <w:rsid w:val="004F0204"/>
    <w:rsid w:val="004F2A7A"/>
    <w:rsid w:val="004F6C05"/>
    <w:rsid w:val="005023D0"/>
    <w:rsid w:val="005024EF"/>
    <w:rsid w:val="00503F6A"/>
    <w:rsid w:val="00512110"/>
    <w:rsid w:val="0051211E"/>
    <w:rsid w:val="005139BA"/>
    <w:rsid w:val="00513E8B"/>
    <w:rsid w:val="0051791A"/>
    <w:rsid w:val="005231CF"/>
    <w:rsid w:val="00525146"/>
    <w:rsid w:val="00526CC9"/>
    <w:rsid w:val="005317A6"/>
    <w:rsid w:val="00533193"/>
    <w:rsid w:val="00534149"/>
    <w:rsid w:val="00537A0C"/>
    <w:rsid w:val="00540E08"/>
    <w:rsid w:val="00542EDC"/>
    <w:rsid w:val="005474DA"/>
    <w:rsid w:val="00547B80"/>
    <w:rsid w:val="00551CA2"/>
    <w:rsid w:val="005558DE"/>
    <w:rsid w:val="00560EC9"/>
    <w:rsid w:val="00562212"/>
    <w:rsid w:val="00567B55"/>
    <w:rsid w:val="005733D1"/>
    <w:rsid w:val="00573C74"/>
    <w:rsid w:val="005745F7"/>
    <w:rsid w:val="005858D7"/>
    <w:rsid w:val="00587E0A"/>
    <w:rsid w:val="00590A87"/>
    <w:rsid w:val="005972E9"/>
    <w:rsid w:val="005A0499"/>
    <w:rsid w:val="005B0627"/>
    <w:rsid w:val="005B295B"/>
    <w:rsid w:val="005B2AE0"/>
    <w:rsid w:val="005B5B0C"/>
    <w:rsid w:val="005C0648"/>
    <w:rsid w:val="005C3C73"/>
    <w:rsid w:val="005C5237"/>
    <w:rsid w:val="005C55F0"/>
    <w:rsid w:val="005C793B"/>
    <w:rsid w:val="005E0D3A"/>
    <w:rsid w:val="005E2235"/>
    <w:rsid w:val="005E377B"/>
    <w:rsid w:val="005E761F"/>
    <w:rsid w:val="005F1CA0"/>
    <w:rsid w:val="005F2E5F"/>
    <w:rsid w:val="005F66B1"/>
    <w:rsid w:val="0060499E"/>
    <w:rsid w:val="00610888"/>
    <w:rsid w:val="00616D71"/>
    <w:rsid w:val="00621704"/>
    <w:rsid w:val="00621C71"/>
    <w:rsid w:val="00623C7C"/>
    <w:rsid w:val="006261A1"/>
    <w:rsid w:val="006342DF"/>
    <w:rsid w:val="00634C1D"/>
    <w:rsid w:val="006372DC"/>
    <w:rsid w:val="00637984"/>
    <w:rsid w:val="00641A23"/>
    <w:rsid w:val="00643373"/>
    <w:rsid w:val="006441A3"/>
    <w:rsid w:val="00650D0F"/>
    <w:rsid w:val="0065187F"/>
    <w:rsid w:val="00653BEC"/>
    <w:rsid w:val="006620CB"/>
    <w:rsid w:val="00664824"/>
    <w:rsid w:val="00666C25"/>
    <w:rsid w:val="00670125"/>
    <w:rsid w:val="0067598B"/>
    <w:rsid w:val="00686720"/>
    <w:rsid w:val="00694646"/>
    <w:rsid w:val="00694E53"/>
    <w:rsid w:val="00695D57"/>
    <w:rsid w:val="006A218C"/>
    <w:rsid w:val="006A486B"/>
    <w:rsid w:val="006A4E62"/>
    <w:rsid w:val="006A4FDE"/>
    <w:rsid w:val="006C14D6"/>
    <w:rsid w:val="006C2DCD"/>
    <w:rsid w:val="006C66B7"/>
    <w:rsid w:val="006D2E29"/>
    <w:rsid w:val="006D4C28"/>
    <w:rsid w:val="006D542A"/>
    <w:rsid w:val="006D61B1"/>
    <w:rsid w:val="006E095E"/>
    <w:rsid w:val="006E1A93"/>
    <w:rsid w:val="006E477B"/>
    <w:rsid w:val="006E4C3B"/>
    <w:rsid w:val="006E7A4E"/>
    <w:rsid w:val="006E7EE6"/>
    <w:rsid w:val="006F04B0"/>
    <w:rsid w:val="006F35F8"/>
    <w:rsid w:val="007004C1"/>
    <w:rsid w:val="00700CC2"/>
    <w:rsid w:val="0070202D"/>
    <w:rsid w:val="00703BAD"/>
    <w:rsid w:val="007049FF"/>
    <w:rsid w:val="007059D2"/>
    <w:rsid w:val="00710D77"/>
    <w:rsid w:val="00720A19"/>
    <w:rsid w:val="00723417"/>
    <w:rsid w:val="00723F26"/>
    <w:rsid w:val="00742C20"/>
    <w:rsid w:val="00762C07"/>
    <w:rsid w:val="007735DC"/>
    <w:rsid w:val="00773C54"/>
    <w:rsid w:val="00774D49"/>
    <w:rsid w:val="007910F1"/>
    <w:rsid w:val="00792896"/>
    <w:rsid w:val="007A35CD"/>
    <w:rsid w:val="007A4484"/>
    <w:rsid w:val="007B0943"/>
    <w:rsid w:val="007B59A1"/>
    <w:rsid w:val="007B7514"/>
    <w:rsid w:val="007C2112"/>
    <w:rsid w:val="007C2C50"/>
    <w:rsid w:val="007C50E2"/>
    <w:rsid w:val="007C5331"/>
    <w:rsid w:val="007C6417"/>
    <w:rsid w:val="007C6A98"/>
    <w:rsid w:val="007D18EA"/>
    <w:rsid w:val="007D7C10"/>
    <w:rsid w:val="007E1185"/>
    <w:rsid w:val="007E1412"/>
    <w:rsid w:val="007E26F4"/>
    <w:rsid w:val="007E43BF"/>
    <w:rsid w:val="007E494C"/>
    <w:rsid w:val="007E6E6D"/>
    <w:rsid w:val="007F4B84"/>
    <w:rsid w:val="007F5DE5"/>
    <w:rsid w:val="007F6E9D"/>
    <w:rsid w:val="007F6EF5"/>
    <w:rsid w:val="007F79B3"/>
    <w:rsid w:val="00801B65"/>
    <w:rsid w:val="008037E7"/>
    <w:rsid w:val="0080508A"/>
    <w:rsid w:val="00813540"/>
    <w:rsid w:val="00816DAF"/>
    <w:rsid w:val="00826859"/>
    <w:rsid w:val="008433E4"/>
    <w:rsid w:val="00847731"/>
    <w:rsid w:val="00850B86"/>
    <w:rsid w:val="00856167"/>
    <w:rsid w:val="00870DAF"/>
    <w:rsid w:val="00876A67"/>
    <w:rsid w:val="00884E43"/>
    <w:rsid w:val="00890C23"/>
    <w:rsid w:val="008949A3"/>
    <w:rsid w:val="008B2618"/>
    <w:rsid w:val="008B362B"/>
    <w:rsid w:val="008B5ACB"/>
    <w:rsid w:val="008B675C"/>
    <w:rsid w:val="008C0310"/>
    <w:rsid w:val="008C206A"/>
    <w:rsid w:val="008D3817"/>
    <w:rsid w:val="008E3AA2"/>
    <w:rsid w:val="008F00A0"/>
    <w:rsid w:val="008F02F1"/>
    <w:rsid w:val="009102D9"/>
    <w:rsid w:val="00910B39"/>
    <w:rsid w:val="00913505"/>
    <w:rsid w:val="00913A0A"/>
    <w:rsid w:val="0091405C"/>
    <w:rsid w:val="0091745F"/>
    <w:rsid w:val="00923AF4"/>
    <w:rsid w:val="00925262"/>
    <w:rsid w:val="00926531"/>
    <w:rsid w:val="0092690C"/>
    <w:rsid w:val="00931396"/>
    <w:rsid w:val="00932FBE"/>
    <w:rsid w:val="009330C1"/>
    <w:rsid w:val="00933AC1"/>
    <w:rsid w:val="00947A18"/>
    <w:rsid w:val="009566A2"/>
    <w:rsid w:val="009646CE"/>
    <w:rsid w:val="0096617C"/>
    <w:rsid w:val="0096688C"/>
    <w:rsid w:val="00966A18"/>
    <w:rsid w:val="0097108B"/>
    <w:rsid w:val="0097188C"/>
    <w:rsid w:val="00986BF3"/>
    <w:rsid w:val="00993F18"/>
    <w:rsid w:val="00996A36"/>
    <w:rsid w:val="009C0C3F"/>
    <w:rsid w:val="009C4793"/>
    <w:rsid w:val="009C7282"/>
    <w:rsid w:val="009D2DE5"/>
    <w:rsid w:val="009D6374"/>
    <w:rsid w:val="009E381B"/>
    <w:rsid w:val="009E58A6"/>
    <w:rsid w:val="009E5BCF"/>
    <w:rsid w:val="009F1DF3"/>
    <w:rsid w:val="009F3CD3"/>
    <w:rsid w:val="009F45FC"/>
    <w:rsid w:val="009F486B"/>
    <w:rsid w:val="00A005E0"/>
    <w:rsid w:val="00A10FC5"/>
    <w:rsid w:val="00A312C9"/>
    <w:rsid w:val="00A35825"/>
    <w:rsid w:val="00A433AB"/>
    <w:rsid w:val="00A531C6"/>
    <w:rsid w:val="00A572B8"/>
    <w:rsid w:val="00A62D36"/>
    <w:rsid w:val="00A62F64"/>
    <w:rsid w:val="00A649E6"/>
    <w:rsid w:val="00A67AC0"/>
    <w:rsid w:val="00A75E98"/>
    <w:rsid w:val="00A77A2F"/>
    <w:rsid w:val="00A77DC0"/>
    <w:rsid w:val="00A83E00"/>
    <w:rsid w:val="00A8643F"/>
    <w:rsid w:val="00A866F0"/>
    <w:rsid w:val="00A910B4"/>
    <w:rsid w:val="00A92A28"/>
    <w:rsid w:val="00AA3808"/>
    <w:rsid w:val="00AA4F17"/>
    <w:rsid w:val="00AA67D9"/>
    <w:rsid w:val="00AB3A15"/>
    <w:rsid w:val="00AB65ED"/>
    <w:rsid w:val="00AB7266"/>
    <w:rsid w:val="00AC1E9E"/>
    <w:rsid w:val="00AC5F6A"/>
    <w:rsid w:val="00AC6C18"/>
    <w:rsid w:val="00AC6D88"/>
    <w:rsid w:val="00AC7712"/>
    <w:rsid w:val="00AE0979"/>
    <w:rsid w:val="00AE0E27"/>
    <w:rsid w:val="00AE1161"/>
    <w:rsid w:val="00AE559D"/>
    <w:rsid w:val="00AF2B7E"/>
    <w:rsid w:val="00AF6B8E"/>
    <w:rsid w:val="00B002A9"/>
    <w:rsid w:val="00B03089"/>
    <w:rsid w:val="00B11142"/>
    <w:rsid w:val="00B11F30"/>
    <w:rsid w:val="00B14E57"/>
    <w:rsid w:val="00B16787"/>
    <w:rsid w:val="00B16F8F"/>
    <w:rsid w:val="00B17C16"/>
    <w:rsid w:val="00B2085C"/>
    <w:rsid w:val="00B20DD6"/>
    <w:rsid w:val="00B367D5"/>
    <w:rsid w:val="00B401A2"/>
    <w:rsid w:val="00B44A95"/>
    <w:rsid w:val="00B53A51"/>
    <w:rsid w:val="00B55D1A"/>
    <w:rsid w:val="00B56F63"/>
    <w:rsid w:val="00B605F2"/>
    <w:rsid w:val="00B74458"/>
    <w:rsid w:val="00B87E2F"/>
    <w:rsid w:val="00B9138E"/>
    <w:rsid w:val="00B93E8A"/>
    <w:rsid w:val="00BA4A82"/>
    <w:rsid w:val="00BA7F31"/>
    <w:rsid w:val="00BB4966"/>
    <w:rsid w:val="00BC1D88"/>
    <w:rsid w:val="00BC32CC"/>
    <w:rsid w:val="00BC59EC"/>
    <w:rsid w:val="00BD444A"/>
    <w:rsid w:val="00BD67C2"/>
    <w:rsid w:val="00C06C5B"/>
    <w:rsid w:val="00C06E07"/>
    <w:rsid w:val="00C07912"/>
    <w:rsid w:val="00C138AC"/>
    <w:rsid w:val="00C21ABD"/>
    <w:rsid w:val="00C23DF8"/>
    <w:rsid w:val="00C25E46"/>
    <w:rsid w:val="00C27A6C"/>
    <w:rsid w:val="00C301ED"/>
    <w:rsid w:val="00C37C89"/>
    <w:rsid w:val="00C41C56"/>
    <w:rsid w:val="00C41C88"/>
    <w:rsid w:val="00C435A5"/>
    <w:rsid w:val="00C447FB"/>
    <w:rsid w:val="00C44F46"/>
    <w:rsid w:val="00C53BD9"/>
    <w:rsid w:val="00C5644E"/>
    <w:rsid w:val="00C64688"/>
    <w:rsid w:val="00C662C7"/>
    <w:rsid w:val="00C675F6"/>
    <w:rsid w:val="00C73662"/>
    <w:rsid w:val="00C83462"/>
    <w:rsid w:val="00C83E25"/>
    <w:rsid w:val="00C92FFF"/>
    <w:rsid w:val="00C94335"/>
    <w:rsid w:val="00C97296"/>
    <w:rsid w:val="00CA02B4"/>
    <w:rsid w:val="00CA7E78"/>
    <w:rsid w:val="00CB5203"/>
    <w:rsid w:val="00CB5626"/>
    <w:rsid w:val="00CC2CE4"/>
    <w:rsid w:val="00CC35F3"/>
    <w:rsid w:val="00CC3F69"/>
    <w:rsid w:val="00CC582F"/>
    <w:rsid w:val="00CD7269"/>
    <w:rsid w:val="00CE0B6F"/>
    <w:rsid w:val="00CE1BA9"/>
    <w:rsid w:val="00CE2EF4"/>
    <w:rsid w:val="00CE41E7"/>
    <w:rsid w:val="00CE76CF"/>
    <w:rsid w:val="00CF520A"/>
    <w:rsid w:val="00D20A4B"/>
    <w:rsid w:val="00D2679A"/>
    <w:rsid w:val="00D26C39"/>
    <w:rsid w:val="00D26F90"/>
    <w:rsid w:val="00D37BE6"/>
    <w:rsid w:val="00D40E64"/>
    <w:rsid w:val="00D42DA0"/>
    <w:rsid w:val="00D438F2"/>
    <w:rsid w:val="00D47E8A"/>
    <w:rsid w:val="00D53AE0"/>
    <w:rsid w:val="00D657B9"/>
    <w:rsid w:val="00D676AD"/>
    <w:rsid w:val="00D76BBD"/>
    <w:rsid w:val="00D82816"/>
    <w:rsid w:val="00D87429"/>
    <w:rsid w:val="00DA2CFE"/>
    <w:rsid w:val="00DA714B"/>
    <w:rsid w:val="00DC07D9"/>
    <w:rsid w:val="00DC12DB"/>
    <w:rsid w:val="00DC15A5"/>
    <w:rsid w:val="00DD0513"/>
    <w:rsid w:val="00DD202D"/>
    <w:rsid w:val="00DD2AB5"/>
    <w:rsid w:val="00DD334D"/>
    <w:rsid w:val="00DD7730"/>
    <w:rsid w:val="00DE5B65"/>
    <w:rsid w:val="00DF0F96"/>
    <w:rsid w:val="00DF10B5"/>
    <w:rsid w:val="00DF2A20"/>
    <w:rsid w:val="00DF716A"/>
    <w:rsid w:val="00E17906"/>
    <w:rsid w:val="00E21171"/>
    <w:rsid w:val="00E317B0"/>
    <w:rsid w:val="00E42B9F"/>
    <w:rsid w:val="00E463B1"/>
    <w:rsid w:val="00E5491B"/>
    <w:rsid w:val="00E60984"/>
    <w:rsid w:val="00E617D5"/>
    <w:rsid w:val="00E61A3A"/>
    <w:rsid w:val="00E6608E"/>
    <w:rsid w:val="00E72D0D"/>
    <w:rsid w:val="00E7301E"/>
    <w:rsid w:val="00E73C28"/>
    <w:rsid w:val="00E779CE"/>
    <w:rsid w:val="00E8292E"/>
    <w:rsid w:val="00E836B3"/>
    <w:rsid w:val="00E843C5"/>
    <w:rsid w:val="00E906B9"/>
    <w:rsid w:val="00E95E50"/>
    <w:rsid w:val="00E95F07"/>
    <w:rsid w:val="00E967EA"/>
    <w:rsid w:val="00E96960"/>
    <w:rsid w:val="00EA4EBC"/>
    <w:rsid w:val="00EB0E26"/>
    <w:rsid w:val="00EB3698"/>
    <w:rsid w:val="00EB4ECE"/>
    <w:rsid w:val="00EB6083"/>
    <w:rsid w:val="00EC73AB"/>
    <w:rsid w:val="00EC79E0"/>
    <w:rsid w:val="00ED00B1"/>
    <w:rsid w:val="00ED547D"/>
    <w:rsid w:val="00EE3273"/>
    <w:rsid w:val="00EE76D3"/>
    <w:rsid w:val="00EF1397"/>
    <w:rsid w:val="00EF500B"/>
    <w:rsid w:val="00EF5A3C"/>
    <w:rsid w:val="00EF704D"/>
    <w:rsid w:val="00F00BEE"/>
    <w:rsid w:val="00F01DFF"/>
    <w:rsid w:val="00F0252C"/>
    <w:rsid w:val="00F06D45"/>
    <w:rsid w:val="00F12003"/>
    <w:rsid w:val="00F1450A"/>
    <w:rsid w:val="00F1726A"/>
    <w:rsid w:val="00F315D2"/>
    <w:rsid w:val="00F316B7"/>
    <w:rsid w:val="00F40928"/>
    <w:rsid w:val="00F62016"/>
    <w:rsid w:val="00F652D9"/>
    <w:rsid w:val="00F679FF"/>
    <w:rsid w:val="00F67AC4"/>
    <w:rsid w:val="00F73CB3"/>
    <w:rsid w:val="00F74756"/>
    <w:rsid w:val="00F74DB7"/>
    <w:rsid w:val="00F74E33"/>
    <w:rsid w:val="00F77759"/>
    <w:rsid w:val="00F83D1A"/>
    <w:rsid w:val="00F8472A"/>
    <w:rsid w:val="00F85629"/>
    <w:rsid w:val="00F921B7"/>
    <w:rsid w:val="00F92830"/>
    <w:rsid w:val="00F964D2"/>
    <w:rsid w:val="00FA11DB"/>
    <w:rsid w:val="00FA7041"/>
    <w:rsid w:val="00FB6221"/>
    <w:rsid w:val="00FB777D"/>
    <w:rsid w:val="00FC0A7A"/>
    <w:rsid w:val="00FC165B"/>
    <w:rsid w:val="00FC2ED1"/>
    <w:rsid w:val="00FC35C8"/>
    <w:rsid w:val="00FD1DD5"/>
    <w:rsid w:val="00FD3704"/>
    <w:rsid w:val="00FD5F8D"/>
    <w:rsid w:val="00FD6950"/>
    <w:rsid w:val="00FE4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8AC"/>
    <w:pPr>
      <w:spacing w:after="200" w:line="276" w:lineRule="auto"/>
    </w:pPr>
    <w:rPr>
      <w:rFonts w:eastAsia="Times New Roman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A649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73662"/>
    <w:pPr>
      <w:spacing w:after="0" w:line="240" w:lineRule="auto"/>
    </w:pPr>
    <w:rPr>
      <w:rFonts w:ascii="Segoe UI" w:eastAsia="Calibri" w:hAnsi="Segoe UI"/>
      <w:sz w:val="18"/>
      <w:szCs w:val="20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3662"/>
    <w:rPr>
      <w:rFonts w:ascii="Segoe UI" w:hAnsi="Segoe UI" w:cs="Times New Roman"/>
      <w:sz w:val="18"/>
      <w:lang w:val="uk-UA"/>
    </w:rPr>
  </w:style>
  <w:style w:type="character" w:styleId="Hyperlink">
    <w:name w:val="Hyperlink"/>
    <w:basedOn w:val="DefaultParagraphFont"/>
    <w:uiPriority w:val="99"/>
    <w:rsid w:val="00C41C56"/>
    <w:rPr>
      <w:rFonts w:cs="Times New Roman"/>
      <w:color w:val="0000FF"/>
      <w:u w:val="single"/>
    </w:rPr>
  </w:style>
  <w:style w:type="paragraph" w:customStyle="1" w:styleId="a">
    <w:name w:val="Нормальний текст"/>
    <w:basedOn w:val="Normal"/>
    <w:uiPriority w:val="99"/>
    <w:rsid w:val="00C41C56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rvps12">
    <w:name w:val="rvps12"/>
    <w:basedOn w:val="Normal"/>
    <w:uiPriority w:val="99"/>
    <w:rsid w:val="00C41C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">
    <w:name w:val="Основной текст (2)"/>
    <w:uiPriority w:val="99"/>
    <w:rsid w:val="00C41C56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styleId="ListParagraph">
    <w:name w:val="List Paragraph"/>
    <w:basedOn w:val="Normal"/>
    <w:uiPriority w:val="99"/>
    <w:qFormat/>
    <w:rsid w:val="00C41C56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paragraph" w:styleId="NormalWeb">
    <w:name w:val="Normal (Web)"/>
    <w:basedOn w:val="Normal"/>
    <w:uiPriority w:val="99"/>
    <w:rsid w:val="00A358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NoSpacing">
    <w:name w:val="No Spacing"/>
    <w:uiPriority w:val="99"/>
    <w:qFormat/>
    <w:rsid w:val="00C94335"/>
    <w:rPr>
      <w:lang w:val="uk-UA"/>
    </w:rPr>
  </w:style>
  <w:style w:type="character" w:customStyle="1" w:styleId="dtest">
    <w:name w:val="dtest"/>
    <w:uiPriority w:val="99"/>
    <w:rsid w:val="00133AAB"/>
  </w:style>
  <w:style w:type="character" w:customStyle="1" w:styleId="FontStyle17">
    <w:name w:val="Font Style17"/>
    <w:uiPriority w:val="99"/>
    <w:rsid w:val="001D2D4A"/>
    <w:rPr>
      <w:rFonts w:ascii="Times New Roman" w:hAnsi="Times New Roman"/>
      <w:sz w:val="18"/>
    </w:rPr>
  </w:style>
  <w:style w:type="character" w:styleId="Emphasis">
    <w:name w:val="Emphasis"/>
    <w:basedOn w:val="DefaultParagraphFont"/>
    <w:uiPriority w:val="99"/>
    <w:qFormat/>
    <w:locked/>
    <w:rsid w:val="00926531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6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18</Pages>
  <Words>2147</Words>
  <Characters>12243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Алексей Псарев</dc:creator>
  <cp:keywords/>
  <dc:description/>
  <cp:lastModifiedBy>Admin</cp:lastModifiedBy>
  <cp:revision>5</cp:revision>
  <cp:lastPrinted>2016-11-25T12:35:00Z</cp:lastPrinted>
  <dcterms:created xsi:type="dcterms:W3CDTF">2016-11-25T12:28:00Z</dcterms:created>
  <dcterms:modified xsi:type="dcterms:W3CDTF">2016-11-25T14:08:00Z</dcterms:modified>
</cp:coreProperties>
</file>